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5B10AEF2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2A14672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CB2AAD" w:rsidP="00CB2AAD" w:rsidRDefault="0071620A" w14:paraId="6BC6634A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CA0683">
        <w:rPr>
          <w:rFonts w:ascii="Corbel" w:hAnsi="Corbel"/>
          <w:i/>
          <w:smallCaps/>
          <w:sz w:val="24"/>
          <w:szCs w:val="24"/>
        </w:rPr>
        <w:t>2022/2023</w:t>
      </w:r>
      <w:r w:rsidR="00CB2AAD">
        <w:rPr>
          <w:rFonts w:ascii="Corbel" w:hAnsi="Corbel"/>
          <w:i/>
          <w:smallCaps/>
          <w:sz w:val="24"/>
          <w:szCs w:val="24"/>
        </w:rPr>
        <w:t xml:space="preserve"> – 20</w:t>
      </w:r>
      <w:r w:rsidR="00CA0683">
        <w:rPr>
          <w:rFonts w:ascii="Corbel" w:hAnsi="Corbel"/>
          <w:i/>
          <w:smallCaps/>
          <w:sz w:val="24"/>
          <w:szCs w:val="24"/>
        </w:rPr>
        <w:t>24/2025</w:t>
      </w:r>
      <w:r w:rsidRPr="009C54AE" w:rsidR="00CB2AAD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CB2AAD" w:rsidP="00CB2AAD" w:rsidRDefault="00CB2AAD" w14:paraId="34DBEE17" w14:textId="336535D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45A7478D" w:rsidR="00CB2AAD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45A7478D" w:rsidR="00CB2AAD">
        <w:rPr>
          <w:rFonts w:ascii="Corbel" w:hAnsi="Corbel"/>
          <w:i w:val="1"/>
          <w:iCs w:val="1"/>
          <w:sz w:val="20"/>
          <w:szCs w:val="20"/>
        </w:rPr>
        <w:t>(skrajne daty</w:t>
      </w:r>
      <w:r w:rsidRPr="45A7478D" w:rsidR="00CB2AAD">
        <w:rPr>
          <w:rFonts w:ascii="Corbel" w:hAnsi="Corbel"/>
          <w:sz w:val="20"/>
          <w:szCs w:val="20"/>
        </w:rPr>
        <w:t>)</w:t>
      </w:r>
    </w:p>
    <w:p w:rsidRPr="00EA4832" w:rsidR="00CB2AAD" w:rsidP="45A7478D" w:rsidRDefault="00CB2AAD" w14:paraId="7449CAE2" w14:textId="5E9D7DFF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CB2AAD">
        <w:rPr>
          <w:rFonts w:ascii="Corbel" w:hAnsi="Corbel"/>
          <w:sz w:val="20"/>
          <w:szCs w:val="20"/>
        </w:rPr>
        <w:t xml:space="preserve">Rok </w:t>
      </w:r>
      <w:r w:rsidR="00CA0683">
        <w:rPr>
          <w:rFonts w:ascii="Corbel" w:hAnsi="Corbel"/>
          <w:sz w:val="20"/>
          <w:szCs w:val="20"/>
        </w:rPr>
        <w:t xml:space="preserve">akademicki </w:t>
      </w:r>
      <w:r w:rsidR="1FC3686D">
        <w:rPr>
          <w:rFonts w:ascii="Corbel" w:hAnsi="Corbel"/>
          <w:sz w:val="20"/>
          <w:szCs w:val="20"/>
        </w:rPr>
        <w:t>2024/2025</w:t>
      </w:r>
    </w:p>
    <w:p w:rsidRPr="009C54AE" w:rsidR="0085747A" w:rsidP="00CB2AAD" w:rsidRDefault="0085747A" w14:paraId="4DF93AD5" w14:textId="77777777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6D52EB99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CB2AAD" w:rsidTr="47372F11" w14:paraId="35322697" w14:textId="77777777">
        <w:tc>
          <w:tcPr>
            <w:tcW w:w="2694" w:type="dxa"/>
            <w:tcMar/>
            <w:vAlign w:val="center"/>
          </w:tcPr>
          <w:p w:rsidRPr="009C54AE" w:rsidR="00CB2AAD" w:rsidP="002B7FDB" w:rsidRDefault="00CB2AAD" w14:paraId="21252DD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CB2AAD" w:rsidP="45A7478D" w:rsidRDefault="00CB2AAD" w14:paraId="2A5C6241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45A7478D" w:rsidR="00CB2AAD">
              <w:rPr>
                <w:rFonts w:ascii="Corbel" w:hAnsi="Corbel"/>
                <w:b w:val="1"/>
                <w:bCs w:val="1"/>
                <w:sz w:val="24"/>
                <w:szCs w:val="24"/>
              </w:rPr>
              <w:t>Podstawy postępowania karnego</w:t>
            </w:r>
          </w:p>
        </w:tc>
      </w:tr>
      <w:tr w:rsidRPr="009C54AE" w:rsidR="00CB2AAD" w:rsidTr="47372F11" w14:paraId="6B2D6576" w14:textId="77777777">
        <w:tc>
          <w:tcPr>
            <w:tcW w:w="2694" w:type="dxa"/>
            <w:tcMar/>
            <w:vAlign w:val="center"/>
          </w:tcPr>
          <w:p w:rsidRPr="009C54AE" w:rsidR="00CB2AAD" w:rsidP="002B7FDB" w:rsidRDefault="00CB2AAD" w14:paraId="5FFF339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275455" w:rsidR="00CB2AAD" w:rsidP="47372F11" w:rsidRDefault="00CA0683" w14:paraId="5C6A0ACE" w14:textId="768A97FF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7372F11" w:rsidR="00CA0683">
              <w:rPr>
                <w:rFonts w:ascii="Corbel" w:hAnsi="Corbel"/>
                <w:b w:val="0"/>
                <w:bCs w:val="0"/>
                <w:sz w:val="24"/>
                <w:szCs w:val="24"/>
              </w:rPr>
              <w:t>ASO</w:t>
            </w:r>
            <w:r w:rsidRPr="47372F11" w:rsidR="2D381C95">
              <w:rPr>
                <w:rFonts w:ascii="Corbel" w:hAnsi="Corbel"/>
                <w:b w:val="0"/>
                <w:bCs w:val="0"/>
                <w:sz w:val="24"/>
                <w:szCs w:val="24"/>
              </w:rPr>
              <w:t>41</w:t>
            </w:r>
          </w:p>
        </w:tc>
      </w:tr>
      <w:tr w:rsidRPr="009C54AE" w:rsidR="00CB2AAD" w:rsidTr="47372F11" w14:paraId="107105EC" w14:textId="77777777">
        <w:tc>
          <w:tcPr>
            <w:tcW w:w="2694" w:type="dxa"/>
            <w:tcMar/>
            <w:vAlign w:val="center"/>
          </w:tcPr>
          <w:p w:rsidRPr="009C54AE" w:rsidR="00CB2AAD" w:rsidP="002B7FDB" w:rsidRDefault="00CB2AAD" w14:paraId="479A5DE5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275455" w:rsidR="00CB2AAD" w:rsidP="45A7478D" w:rsidRDefault="00B85D21" w14:paraId="0811081D" w14:textId="47A0D53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 w:eastAsia="Times New Roman" w:cs="Courier New"/>
                <w:color w:val="000000"/>
                <w:sz w:val="24"/>
                <w:szCs w:val="24"/>
                <w:lang w:eastAsia="pl-PL"/>
              </w:rPr>
            </w:pPr>
            <w:r w:rsidRPr="45A7478D" w:rsidR="00B85D21">
              <w:rPr>
                <w:rFonts w:ascii="Corbel" w:hAnsi="Corbel" w:eastAsia="Times New Roman" w:cs="Courier New"/>
                <w:color w:val="000000" w:themeColor="text1" w:themeTint="FF" w:themeShade="FF"/>
                <w:sz w:val="24"/>
                <w:szCs w:val="24"/>
                <w:lang w:eastAsia="pl-PL"/>
              </w:rPr>
              <w:t>Kolegium Nauk Społecznych</w:t>
            </w:r>
            <w:r w:rsidRPr="45A7478D" w:rsidR="00B85D21">
              <w:rPr>
                <w:rFonts w:ascii="Corbel" w:hAnsi="Corbel" w:eastAsia="Times New Roman" w:cs="Courier New"/>
                <w:color w:val="000000" w:themeColor="text1" w:themeTint="FF" w:themeShade="FF"/>
                <w:sz w:val="24"/>
                <w:szCs w:val="24"/>
                <w:lang w:eastAsia="pl-PL"/>
              </w:rPr>
              <w:t xml:space="preserve">, </w:t>
            </w:r>
            <w:r w:rsidRPr="45A7478D" w:rsidR="00CB2AAD">
              <w:rPr>
                <w:rFonts w:ascii="Corbel" w:hAnsi="Corbel" w:eastAsia="Times New Roman" w:cs="Courier New"/>
                <w:color w:val="000000" w:themeColor="text1" w:themeTint="FF" w:themeShade="FF"/>
                <w:sz w:val="24"/>
                <w:szCs w:val="24"/>
                <w:lang w:eastAsia="pl-PL"/>
              </w:rPr>
              <w:t xml:space="preserve"> </w:t>
            </w:r>
          </w:p>
        </w:tc>
      </w:tr>
      <w:tr w:rsidRPr="009C54AE" w:rsidR="00CB2AAD" w:rsidTr="47372F11" w14:paraId="3DBC381F" w14:textId="77777777">
        <w:tc>
          <w:tcPr>
            <w:tcW w:w="2694" w:type="dxa"/>
            <w:tcMar/>
            <w:vAlign w:val="center"/>
          </w:tcPr>
          <w:p w:rsidRPr="009C54AE" w:rsidR="00CB2AAD" w:rsidP="002B7FDB" w:rsidRDefault="00CB2AAD" w14:paraId="5AFCE9D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275455" w:rsidR="00CB2AAD" w:rsidP="45A7478D" w:rsidRDefault="00CB2AAD" w14:paraId="33A43619" w14:textId="5BBF4048">
            <w:pPr>
              <w:pStyle w:val="Odpowiedzi"/>
              <w:shd w:val="clear" w:color="auto" w:fill="FFFFFF" w:themeFill="background1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5A7478D" w:rsidR="3C8DFE6F">
              <w:rPr>
                <w:rFonts w:ascii="Corbel" w:hAnsi="Corbel" w:eastAsia="Times New Roman" w:cs="Courier New"/>
                <w:color w:val="000000" w:themeColor="text1" w:themeTint="FF" w:themeShade="FF"/>
                <w:sz w:val="24"/>
                <w:szCs w:val="24"/>
                <w:lang w:eastAsia="pl-PL"/>
              </w:rPr>
              <w:t>Instytut Nauk Prawnych</w:t>
            </w:r>
            <w:r w:rsidRPr="45A7478D" w:rsidR="3C8DFE6F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Pr="45A7478D" w:rsidR="00CB2AAD">
              <w:rPr>
                <w:rFonts w:ascii="Corbel" w:hAnsi="Corbel"/>
                <w:b w:val="0"/>
                <w:bCs w:val="0"/>
                <w:sz w:val="24"/>
                <w:szCs w:val="24"/>
              </w:rPr>
              <w:t>Zakład Prawa Karnego Procesowego</w:t>
            </w:r>
          </w:p>
        </w:tc>
      </w:tr>
      <w:tr w:rsidRPr="009C54AE" w:rsidR="00CB2AAD" w:rsidTr="47372F11" w14:paraId="1F0BB188" w14:textId="77777777">
        <w:tc>
          <w:tcPr>
            <w:tcW w:w="2694" w:type="dxa"/>
            <w:tcMar/>
            <w:vAlign w:val="center"/>
          </w:tcPr>
          <w:p w:rsidRPr="009C54AE" w:rsidR="00CB2AAD" w:rsidP="002B7FDB" w:rsidRDefault="00CB2AAD" w14:paraId="78C1CB5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CB2AAD" w:rsidP="002B7FDB" w:rsidRDefault="00CB2AAD" w14:paraId="3DA2866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CB2AAD" w:rsidTr="47372F11" w14:paraId="6D0877F7" w14:textId="77777777">
        <w:tc>
          <w:tcPr>
            <w:tcW w:w="2694" w:type="dxa"/>
            <w:tcMar/>
            <w:vAlign w:val="center"/>
          </w:tcPr>
          <w:p w:rsidRPr="009C54AE" w:rsidR="00CB2AAD" w:rsidP="002B7FDB" w:rsidRDefault="00CB2AAD" w14:paraId="1EA66F2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CB2AAD" w:rsidP="002B7FDB" w:rsidRDefault="00CA0683" w14:paraId="7202B5E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92F35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9C54AE" w:rsidR="00CB2AAD" w:rsidTr="47372F11" w14:paraId="42268166" w14:textId="77777777">
        <w:tc>
          <w:tcPr>
            <w:tcW w:w="2694" w:type="dxa"/>
            <w:tcMar/>
            <w:vAlign w:val="center"/>
          </w:tcPr>
          <w:p w:rsidRPr="009C54AE" w:rsidR="00CB2AAD" w:rsidP="002B7FDB" w:rsidRDefault="00CB2AAD" w14:paraId="78EF290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CB2AAD" w:rsidP="002B7FDB" w:rsidRDefault="00CA0683" w14:paraId="0A06CE5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CB2AAD" w:rsidTr="47372F11" w14:paraId="6FCB9328" w14:textId="77777777">
        <w:tc>
          <w:tcPr>
            <w:tcW w:w="2694" w:type="dxa"/>
            <w:tcMar/>
            <w:vAlign w:val="center"/>
          </w:tcPr>
          <w:p w:rsidRPr="009C54AE" w:rsidR="00CB2AAD" w:rsidP="002B7FDB" w:rsidRDefault="00CB2AAD" w14:paraId="5A3EFCD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CB2AAD" w:rsidP="002B7FDB" w:rsidRDefault="00C217FB" w14:paraId="3D75EB2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B2AA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CB2AAD" w:rsidTr="47372F11" w14:paraId="27E330CB" w14:textId="77777777">
        <w:tc>
          <w:tcPr>
            <w:tcW w:w="2694" w:type="dxa"/>
            <w:tcMar/>
            <w:vAlign w:val="center"/>
          </w:tcPr>
          <w:p w:rsidRPr="009C54AE" w:rsidR="00CB2AAD" w:rsidP="002B7FDB" w:rsidRDefault="00CB2AAD" w14:paraId="6FD94AC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CB2AAD" w:rsidP="45A7478D" w:rsidRDefault="00AD457A" w14:paraId="7E15DD99" w14:textId="0D6C2BB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5A7478D" w:rsidR="00B42109">
              <w:rPr>
                <w:rFonts w:ascii="Corbel" w:hAnsi="Corbel"/>
                <w:b w:val="0"/>
                <w:bCs w:val="0"/>
                <w:sz w:val="24"/>
                <w:szCs w:val="24"/>
              </w:rPr>
              <w:t>I</w:t>
            </w:r>
            <w:r w:rsidRPr="45A7478D" w:rsidR="00AD457A">
              <w:rPr>
                <w:rFonts w:ascii="Corbel" w:hAnsi="Corbel"/>
                <w:b w:val="0"/>
                <w:bCs w:val="0"/>
                <w:sz w:val="24"/>
                <w:szCs w:val="24"/>
              </w:rPr>
              <w:t>II</w:t>
            </w:r>
            <w:r w:rsidRPr="45A7478D" w:rsidR="169CFF11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/</w:t>
            </w:r>
            <w:r w:rsidRPr="45A7478D" w:rsidR="00AD457A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Pr="45A7478D" w:rsidR="00B42109">
              <w:rPr>
                <w:rFonts w:ascii="Corbel" w:hAnsi="Corbel"/>
                <w:b w:val="0"/>
                <w:bCs w:val="0"/>
                <w:sz w:val="24"/>
                <w:szCs w:val="24"/>
              </w:rPr>
              <w:t>V</w:t>
            </w:r>
          </w:p>
        </w:tc>
      </w:tr>
      <w:tr w:rsidRPr="009C54AE" w:rsidR="00CB2AAD" w:rsidTr="47372F11" w14:paraId="1A82AF33" w14:textId="77777777">
        <w:tc>
          <w:tcPr>
            <w:tcW w:w="2694" w:type="dxa"/>
            <w:tcMar/>
            <w:vAlign w:val="center"/>
          </w:tcPr>
          <w:p w:rsidRPr="009C54AE" w:rsidR="00CB2AAD" w:rsidP="002B7FDB" w:rsidRDefault="00CB2AAD" w14:paraId="51D3991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CB2AAD" w:rsidP="002B7FDB" w:rsidRDefault="00CA0683" w14:paraId="3DA5BE4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kierunkowy (obowiązkowy)</w:t>
            </w:r>
          </w:p>
        </w:tc>
      </w:tr>
      <w:tr w:rsidRPr="009C54AE" w:rsidR="00CB2AAD" w:rsidTr="47372F11" w14:paraId="21DDE86D" w14:textId="77777777">
        <w:tc>
          <w:tcPr>
            <w:tcW w:w="2694" w:type="dxa"/>
            <w:tcMar/>
            <w:vAlign w:val="center"/>
          </w:tcPr>
          <w:p w:rsidRPr="009C54AE" w:rsidR="00CB2AAD" w:rsidP="002B7FDB" w:rsidRDefault="00CB2AAD" w14:paraId="2287EA7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CB2AAD" w:rsidP="002B7FDB" w:rsidRDefault="00CB2AAD" w14:paraId="533B37F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Pr="009C54AE" w:rsidR="00CB2AAD" w:rsidTr="47372F11" w14:paraId="26A76C96" w14:textId="77777777">
        <w:tc>
          <w:tcPr>
            <w:tcW w:w="2694" w:type="dxa"/>
            <w:tcMar/>
            <w:vAlign w:val="center"/>
          </w:tcPr>
          <w:p w:rsidRPr="009C54AE" w:rsidR="00CB2AAD" w:rsidP="002B7FDB" w:rsidRDefault="00CB2AAD" w14:paraId="592A693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CB2AAD" w:rsidP="002B7FDB" w:rsidRDefault="00CB2AAD" w14:paraId="4B12ADEE" w14:textId="6592DF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</w:t>
            </w:r>
            <w:r w:rsidR="00B42109">
              <w:rPr>
                <w:rFonts w:ascii="Corbel" w:hAnsi="Corbel"/>
                <w:b w:val="0"/>
                <w:sz w:val="24"/>
                <w:szCs w:val="24"/>
              </w:rPr>
              <w:t xml:space="preserve">iotr </w:t>
            </w:r>
            <w:r>
              <w:rPr>
                <w:rFonts w:ascii="Corbel" w:hAnsi="Corbel"/>
                <w:b w:val="0"/>
                <w:sz w:val="24"/>
                <w:szCs w:val="24"/>
              </w:rPr>
              <w:t>Sowiński, prof. UR</w:t>
            </w:r>
          </w:p>
        </w:tc>
      </w:tr>
      <w:tr w:rsidRPr="009C54AE" w:rsidR="00B42109" w:rsidTr="47372F11" w14:paraId="7B9D1F8A" w14:textId="77777777">
        <w:tc>
          <w:tcPr>
            <w:tcW w:w="2694" w:type="dxa"/>
            <w:tcMar/>
            <w:vAlign w:val="center"/>
          </w:tcPr>
          <w:p w:rsidRPr="009C54AE" w:rsidR="00B42109" w:rsidP="00B42109" w:rsidRDefault="00B42109" w14:paraId="7FFD8A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B42109" w:rsidP="00B42109" w:rsidRDefault="00B42109" w14:paraId="3CAE0907" w14:textId="219D6C3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Piotr Sowiński, prof. UR, dr Małgorzata Trybus</w:t>
            </w:r>
          </w:p>
        </w:tc>
      </w:tr>
    </w:tbl>
    <w:p w:rsidRPr="009C54AE" w:rsidR="0085747A" w:rsidP="009C54AE" w:rsidRDefault="0085747A" w14:paraId="55CFF4B5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25EB9C1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5AD0247A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7E143B6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25"/>
        <w:gridCol w:w="844"/>
        <w:gridCol w:w="801"/>
        <w:gridCol w:w="930"/>
        <w:gridCol w:w="732"/>
        <w:gridCol w:w="827"/>
        <w:gridCol w:w="780"/>
        <w:gridCol w:w="957"/>
        <w:gridCol w:w="1206"/>
        <w:gridCol w:w="1545"/>
      </w:tblGrid>
      <w:tr w:rsidRPr="009C54AE" w:rsidR="00015B8F" w:rsidTr="45A7478D" w14:paraId="486A6069" w14:textId="77777777"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6937CB8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1C874C6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D8B409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239E90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2AC806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EC72D0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A188E7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B1E21E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E0871D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505134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EC1B5D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45A7478D" w14:paraId="29A79D7D" w14:textId="77777777">
        <w:trPr>
          <w:trHeight w:val="453"/>
        </w:trPr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B42109" w14:paraId="34016B6B" w14:textId="20D131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CA0683" w14:paraId="3582C874" w14:textId="488A81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5A7478D" w:rsidR="00CA0683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CA0683" w14:paraId="7550E926" w14:textId="4B899B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5A7478D" w:rsidR="00CA0683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C0D3CE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2E7667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253455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F98E1F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721B12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294DDC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CB2AAD" w14:paraId="240D349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1E518EF7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39E6694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CB2AAD" w14:paraId="5762AB6D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24687C" w14:paraId="7F57697B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5776A1A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P="00F83B28" w:rsidRDefault="00E22FBC" w14:paraId="7D25256A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737E3" w:rsidP="009737E3" w:rsidRDefault="009737E3" w14:paraId="15193CDC" w14:textId="77777777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</w:p>
    <w:p w:rsidRPr="009737E3" w:rsidR="009737E3" w:rsidP="009737E3" w:rsidRDefault="009737E3" w14:paraId="04408663" w14:textId="77777777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737E3">
        <w:rPr>
          <w:rFonts w:ascii="Corbel" w:hAnsi="Corbel"/>
          <w:b w:val="0"/>
          <w:smallCaps w:val="0"/>
          <w:szCs w:val="24"/>
        </w:rPr>
        <w:t>Wykład – egzamin</w:t>
      </w:r>
    </w:p>
    <w:p w:rsidRPr="009737E3" w:rsidR="009737E3" w:rsidP="009737E3" w:rsidRDefault="009737E3" w14:paraId="3A703BDD" w14:textId="77777777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737E3">
        <w:rPr>
          <w:rFonts w:ascii="Corbel" w:hAnsi="Corbel"/>
          <w:b w:val="0"/>
          <w:smallCaps w:val="0"/>
          <w:szCs w:val="24"/>
        </w:rPr>
        <w:t>Ćwiczenia – zaliczenie z oceną</w:t>
      </w:r>
    </w:p>
    <w:p w:rsidR="00E960BB" w:rsidP="009C54AE" w:rsidRDefault="00E960BB" w14:paraId="7EB5541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0D67E926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45518B65" w14:textId="77777777">
        <w:tc>
          <w:tcPr>
            <w:tcW w:w="9670" w:type="dxa"/>
          </w:tcPr>
          <w:p w:rsidR="00CB2AAD" w:rsidP="00CB2AAD" w:rsidRDefault="00CB2AAD" w14:paraId="666814C5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podstawowej terminologii prawniczej.</w:t>
            </w:r>
          </w:p>
          <w:p w:rsidR="00CB2AAD" w:rsidP="00CB2AAD" w:rsidRDefault="00CB2AAD" w14:paraId="41F1ABB9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metod wykładni prawniczej.</w:t>
            </w:r>
          </w:p>
          <w:p w:rsidRPr="009C54AE" w:rsidR="0085747A" w:rsidP="00CB2AAD" w:rsidRDefault="00CB2AAD" w14:paraId="6F55B018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 z zakresu prawa karnego materialnego.</w:t>
            </w:r>
          </w:p>
        </w:tc>
      </w:tr>
    </w:tbl>
    <w:p w:rsidRPr="00C05F44" w:rsidR="0085747A" w:rsidP="009C54AE" w:rsidRDefault="0071620A" w14:paraId="645D732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C217FB" w:rsidRDefault="00C217FB" w14:paraId="7016F08F" w14:textId="77777777">
      <w:pPr>
        <w:pStyle w:val="Punktygwne"/>
        <w:tabs>
          <w:tab w:val="left" w:pos="1770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ab/>
      </w:r>
    </w:p>
    <w:p w:rsidR="0085747A" w:rsidP="009C54AE" w:rsidRDefault="0071620A" w14:paraId="3B179EE7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1437CEA0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CB2AAD" w:rsidTr="002B7FDB" w14:paraId="2532D76F" w14:textId="77777777">
        <w:tc>
          <w:tcPr>
            <w:tcW w:w="851" w:type="dxa"/>
            <w:vAlign w:val="center"/>
          </w:tcPr>
          <w:p w:rsidRPr="00660956" w:rsidR="00CB2AAD" w:rsidP="002B7FDB" w:rsidRDefault="00CB2AAD" w14:paraId="3BFE874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095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660956" w:rsidR="00CB2AAD" w:rsidP="002B7FDB" w:rsidRDefault="00CB2AAD" w14:paraId="2E98564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0956">
              <w:rPr>
                <w:rFonts w:ascii="Corbel" w:hAnsi="Corbel"/>
                <w:b w:val="0"/>
                <w:sz w:val="24"/>
                <w:szCs w:val="24"/>
              </w:rPr>
              <w:t xml:space="preserve">Nabycie przez studentów wiedzy oraz określonych umiejętności z zakresu podstawowych zagadnień z postępowania karnego i instytucji </w:t>
            </w:r>
            <w:r w:rsidR="00CA0683">
              <w:rPr>
                <w:rFonts w:ascii="Corbel" w:hAnsi="Corbel"/>
                <w:b w:val="0"/>
                <w:sz w:val="24"/>
                <w:szCs w:val="24"/>
              </w:rPr>
              <w:t>karno</w:t>
            </w:r>
            <w:r w:rsidRPr="00660956">
              <w:rPr>
                <w:rFonts w:ascii="Corbel" w:hAnsi="Corbel"/>
                <w:b w:val="0"/>
                <w:sz w:val="24"/>
                <w:szCs w:val="24"/>
              </w:rPr>
              <w:t>procesowych.</w:t>
            </w:r>
          </w:p>
        </w:tc>
      </w:tr>
      <w:tr w:rsidRPr="009C54AE" w:rsidR="00CB2AAD" w:rsidTr="002B7FDB" w14:paraId="38DFB0FE" w14:textId="77777777">
        <w:tc>
          <w:tcPr>
            <w:tcW w:w="851" w:type="dxa"/>
            <w:vAlign w:val="center"/>
          </w:tcPr>
          <w:p w:rsidRPr="00660956" w:rsidR="00CB2AAD" w:rsidP="002B7FDB" w:rsidRDefault="00CB2AAD" w14:paraId="2A7F778C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6095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660956" w:rsidR="00CB2AAD" w:rsidP="002B7FDB" w:rsidRDefault="00CB2AAD" w14:paraId="7719EE8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0956">
              <w:rPr>
                <w:rFonts w:ascii="Corbel" w:hAnsi="Corbel"/>
                <w:b w:val="0"/>
                <w:sz w:val="24"/>
                <w:szCs w:val="24"/>
              </w:rPr>
              <w:t>Zapoznanie studentów z przebiegiem procesu karnego.</w:t>
            </w:r>
          </w:p>
        </w:tc>
      </w:tr>
      <w:tr w:rsidRPr="009C54AE" w:rsidR="00CB2AAD" w:rsidTr="002B7FDB" w14:paraId="66BDDE68" w14:textId="77777777">
        <w:tc>
          <w:tcPr>
            <w:tcW w:w="851" w:type="dxa"/>
            <w:vAlign w:val="center"/>
          </w:tcPr>
          <w:p w:rsidRPr="00660956" w:rsidR="00CB2AAD" w:rsidP="002B7FDB" w:rsidRDefault="00CB2AAD" w14:paraId="7895C9E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095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660956" w:rsidR="00CB2AAD" w:rsidP="002B7FDB" w:rsidRDefault="00CB2AAD" w14:paraId="2570782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0956">
              <w:rPr>
                <w:rFonts w:ascii="Corbel" w:hAnsi="Corbel"/>
                <w:b w:val="0"/>
                <w:sz w:val="24"/>
                <w:szCs w:val="24"/>
              </w:rPr>
              <w:t>Nabycie przez studentów umiejętności posługiwania się przepisami w konkretnych sytuacjach procesowych (zwłaszcza w zakresach spraw związanych z administracją publiczną), ze szczególnym uwzględnieniem zasad, na których oparta została procedura karna.</w:t>
            </w:r>
          </w:p>
        </w:tc>
      </w:tr>
    </w:tbl>
    <w:p w:rsidRPr="009C54AE" w:rsidR="0085747A" w:rsidP="009C54AE" w:rsidRDefault="0085747A" w14:paraId="1D0A3A1D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2C642774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194A5A7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85747A" w:rsidTr="45A7478D" w14:paraId="4774E011" w14:textId="77777777">
        <w:tc>
          <w:tcPr>
            <w:tcW w:w="1701" w:type="dxa"/>
            <w:tcMar/>
            <w:vAlign w:val="center"/>
          </w:tcPr>
          <w:p w:rsidRPr="009C54AE" w:rsidR="0085747A" w:rsidP="009C54AE" w:rsidRDefault="0085747A" w14:paraId="547D727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9C54AE" w:rsidR="0085747A" w:rsidP="00C05F44" w:rsidRDefault="0085747A" w14:paraId="6B9CA33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9C54AE" w:rsidR="0085747A" w:rsidP="00C05F44" w:rsidRDefault="0085747A" w14:paraId="732E04A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CB2AAD" w:rsidTr="45A7478D" w14:paraId="744F8F9C" w14:textId="77777777">
        <w:tc>
          <w:tcPr>
            <w:tcW w:w="1701" w:type="dxa"/>
            <w:tcMar/>
          </w:tcPr>
          <w:p w:rsidRPr="009C54AE" w:rsidR="00CB2AAD" w:rsidP="002B7FDB" w:rsidRDefault="00CB2AAD" w14:paraId="69C4D9F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340D89" w:rsidR="00CB2AAD" w:rsidP="45A7478D" w:rsidRDefault="00CB2AAD" w14:paraId="3FE9F6BA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5A7478D" w:rsidR="00CB2AAD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ma wiedzę na temat wybranych instytucji i konstrukcji prawnych z zakresu postępowania karnego oraz wymienia źródła prawa karnego procesowego, wskazuje przedmiot, cele i funkcje oraz rozpoznaje relacje między procesem karnym a innymi dziedzinami.</w:t>
            </w:r>
          </w:p>
        </w:tc>
        <w:tc>
          <w:tcPr>
            <w:tcW w:w="1873" w:type="dxa"/>
            <w:tcMar/>
          </w:tcPr>
          <w:p w:rsidRPr="00340D89" w:rsidR="00CB2AAD" w:rsidP="002B7FDB" w:rsidRDefault="00A6000E" w14:paraId="0DAB00E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TimesNewRoman"/>
                <w:b w:val="0"/>
                <w:szCs w:val="24"/>
                <w:lang w:eastAsia="pl-PL"/>
              </w:rPr>
              <w:t>K_W01</w:t>
            </w:r>
          </w:p>
        </w:tc>
      </w:tr>
      <w:tr w:rsidRPr="009C54AE" w:rsidR="00A6000E" w:rsidTr="45A7478D" w14:paraId="52BFBF2B" w14:textId="77777777">
        <w:tc>
          <w:tcPr>
            <w:tcW w:w="1701" w:type="dxa"/>
            <w:tcMar/>
          </w:tcPr>
          <w:p w:rsidRPr="009C54AE" w:rsidR="00A6000E" w:rsidP="002B7FDB" w:rsidRDefault="00A6000E" w14:paraId="2B455C1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A6000E" w:rsidR="00A6000E" w:rsidP="45A7478D" w:rsidRDefault="00A6000E" w14:paraId="1EEBBBE6" w14:textId="77777777" w14:noSpellErr="1">
            <w:pPr>
              <w:pStyle w:val="Punktygwne"/>
              <w:spacing w:before="0" w:after="0"/>
              <w:jc w:val="both"/>
              <w:rPr>
                <w:rFonts w:ascii="Corbel" w:hAnsi="Corbel" w:eastAsia="Cambria"/>
              </w:rPr>
            </w:pPr>
            <w:r w:rsidRPr="45A7478D" w:rsidR="3829DE9B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</w:t>
            </w:r>
            <w:r w:rsidRPr="45A7478D" w:rsidR="3829DE9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definiuje podstawowe pojęcia z postępowania karnego.</w:t>
            </w:r>
          </w:p>
        </w:tc>
        <w:tc>
          <w:tcPr>
            <w:tcW w:w="1873" w:type="dxa"/>
            <w:tcMar/>
          </w:tcPr>
          <w:p w:rsidR="00A6000E" w:rsidP="002B7FDB" w:rsidRDefault="00A6000E" w14:paraId="54942797" w14:textId="77777777">
            <w:pPr>
              <w:pStyle w:val="Punktygwne"/>
              <w:spacing w:before="0" w:after="0"/>
              <w:rPr>
                <w:rFonts w:ascii="Corbel" w:hAnsi="Corbel" w:cs="TimesNewRoman"/>
                <w:b w:val="0"/>
                <w:szCs w:val="24"/>
                <w:lang w:eastAsia="pl-PL"/>
              </w:rPr>
            </w:pPr>
            <w:r>
              <w:rPr>
                <w:rFonts w:ascii="Corbel" w:hAnsi="Corbel" w:cs="TimesNewRoman"/>
                <w:b w:val="0"/>
                <w:szCs w:val="24"/>
                <w:lang w:eastAsia="pl-PL"/>
              </w:rPr>
              <w:t>K_W03</w:t>
            </w:r>
          </w:p>
        </w:tc>
      </w:tr>
      <w:tr w:rsidRPr="009C54AE" w:rsidR="00CB2AAD" w:rsidTr="45A7478D" w14:paraId="57533C7A" w14:textId="77777777">
        <w:tc>
          <w:tcPr>
            <w:tcW w:w="1701" w:type="dxa"/>
            <w:tcMar/>
          </w:tcPr>
          <w:p w:rsidRPr="009C54AE" w:rsidR="00CB2AAD" w:rsidP="002B7FDB" w:rsidRDefault="00A6000E" w14:paraId="2115C35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Mar/>
          </w:tcPr>
          <w:p w:rsidRPr="00340D89" w:rsidR="00CB2AAD" w:rsidP="45A7478D" w:rsidRDefault="00CB2AAD" w14:paraId="5AF4B275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5A7478D" w:rsidR="00CB2AAD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posiada podstawową wiedzę teoretyczną, w stopniu koniecznym dla absolwenta administracji II stopnia profil praktyczny, w zakresie postępowania karnego, a także definiuje, charakteryzuje i klasyfikuje podstawowe zagadnienia z tej dziedziny.</w:t>
            </w:r>
          </w:p>
        </w:tc>
        <w:tc>
          <w:tcPr>
            <w:tcW w:w="1873" w:type="dxa"/>
            <w:tcMar/>
          </w:tcPr>
          <w:p w:rsidRPr="00340D89" w:rsidR="00CB2AAD" w:rsidP="002B7FDB" w:rsidRDefault="00A6000E" w14:paraId="786F0D0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TimesNewRoman"/>
                <w:b w:val="0"/>
                <w:szCs w:val="24"/>
                <w:lang w:eastAsia="pl-PL"/>
              </w:rPr>
              <w:t>K_W09</w:t>
            </w:r>
          </w:p>
        </w:tc>
      </w:tr>
      <w:tr w:rsidR="00CB2AAD" w:rsidTr="45A7478D" w14:paraId="33EFACD6" w14:textId="77777777">
        <w:tc>
          <w:tcPr>
            <w:tcW w:w="1701" w:type="dxa"/>
            <w:tcMar/>
          </w:tcPr>
          <w:p w:rsidRPr="009C54AE" w:rsidR="00CB2AAD" w:rsidP="002B7FDB" w:rsidRDefault="00CB2AAD" w14:paraId="2F43EF0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6000E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  <w:tcMar/>
          </w:tcPr>
          <w:p w:rsidRPr="00340D89" w:rsidR="00CB2AAD" w:rsidP="45A7478D" w:rsidRDefault="00CB2AAD" w14:paraId="5C36EB03" w14:textId="77777777" w14:noSpellErr="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 w:rsidRPr="45A7478D" w:rsidR="00CB2AAD">
              <w:rPr>
                <w:rFonts w:ascii="Corbel" w:hAnsi="Corbel"/>
                <w:sz w:val="24"/>
                <w:szCs w:val="24"/>
              </w:rPr>
              <w:t>Student rozpoznaje strukturę Kodeksu postępowania karnego i</w:t>
            </w:r>
            <w:r w:rsidRPr="45A7478D" w:rsidR="29D9EC92">
              <w:rPr>
                <w:rFonts w:ascii="Corbel" w:hAnsi="Corbel"/>
                <w:sz w:val="24"/>
                <w:szCs w:val="24"/>
              </w:rPr>
              <w:t xml:space="preserve"> porównuje ze sobą tryby procesowe, a także </w:t>
            </w:r>
            <w:r w:rsidRPr="45A7478D" w:rsidR="29D9EC92">
              <w:rPr>
                <w:rFonts w:ascii="Corbel" w:hAnsi="Corbel" w:cs="TimesNewRoman"/>
                <w:sz w:val="24"/>
                <w:szCs w:val="24"/>
                <w:lang w:eastAsia="pl-PL"/>
              </w:rPr>
              <w:t>formułuje i rozwiązuje</w:t>
            </w:r>
            <w:r w:rsidRPr="45A7478D" w:rsidR="29D9EC92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problem</w:t>
            </w:r>
            <w:r w:rsidRPr="45A7478D" w:rsidR="29D9EC92">
              <w:rPr>
                <w:rFonts w:ascii="Corbel" w:hAnsi="Corbel" w:cs="TimesNewRoman"/>
                <w:sz w:val="24"/>
                <w:szCs w:val="24"/>
                <w:lang w:eastAsia="pl-PL"/>
              </w:rPr>
              <w:t>y</w:t>
            </w:r>
          </w:p>
        </w:tc>
        <w:tc>
          <w:tcPr>
            <w:tcW w:w="1873" w:type="dxa"/>
            <w:tcMar/>
          </w:tcPr>
          <w:p w:rsidRPr="00340D89" w:rsidR="00CB2AAD" w:rsidP="002B7FDB" w:rsidRDefault="0024687C" w14:paraId="41E2C6C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TimesNewRoman"/>
                <w:b w:val="0"/>
                <w:szCs w:val="24"/>
                <w:lang w:eastAsia="pl-PL"/>
              </w:rPr>
              <w:t>K_U01</w:t>
            </w:r>
          </w:p>
        </w:tc>
      </w:tr>
      <w:tr w:rsidR="00CB2AAD" w:rsidTr="45A7478D" w14:paraId="5B3D78D8" w14:textId="77777777">
        <w:tc>
          <w:tcPr>
            <w:tcW w:w="1701" w:type="dxa"/>
            <w:tcMar/>
          </w:tcPr>
          <w:p w:rsidRPr="009C54AE" w:rsidR="00CB2AAD" w:rsidP="002B7FDB" w:rsidRDefault="00CB2AAD" w14:paraId="0CC6559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6000E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  <w:tcMar/>
          </w:tcPr>
          <w:p w:rsidRPr="00340D89" w:rsidR="00CB2AAD" w:rsidP="45A7478D" w:rsidRDefault="00CB2AAD" w14:paraId="2FCEAFD7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5A7478D" w:rsidR="00CB2AAD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interpretuje przepisy K</w:t>
            </w:r>
            <w:r w:rsidRPr="45A7478D" w:rsidR="29D9EC92">
              <w:rPr>
                <w:rFonts w:ascii="Corbel" w:hAnsi="Corbel"/>
                <w:b w:val="0"/>
                <w:bCs w:val="0"/>
                <w:caps w:val="0"/>
                <w:smallCaps w:val="0"/>
              </w:rPr>
              <w:t>odeksu postępowania karnego oraz</w:t>
            </w:r>
            <w:r w:rsidRPr="45A7478D" w:rsidR="00CB2AAD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analizuje zmiany w tym zakresie w ustawodawstwie karnoprocesowym.</w:t>
            </w:r>
          </w:p>
        </w:tc>
        <w:tc>
          <w:tcPr>
            <w:tcW w:w="1873" w:type="dxa"/>
            <w:tcMar/>
          </w:tcPr>
          <w:p w:rsidRPr="00340D89" w:rsidR="00CB2AAD" w:rsidP="002512FC" w:rsidRDefault="0024687C" w14:paraId="273C9C1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TimesNewRoman"/>
                <w:b w:val="0"/>
                <w:szCs w:val="24"/>
                <w:lang w:eastAsia="pl-PL"/>
              </w:rPr>
              <w:t xml:space="preserve">K_U04, </w:t>
            </w:r>
          </w:p>
        </w:tc>
      </w:tr>
      <w:tr w:rsidR="002512FC" w:rsidTr="45A7478D" w14:paraId="68FB8A15" w14:textId="77777777">
        <w:tc>
          <w:tcPr>
            <w:tcW w:w="1701" w:type="dxa"/>
            <w:tcMar/>
          </w:tcPr>
          <w:p w:rsidRPr="009C54AE" w:rsidR="002512FC" w:rsidP="002B7FDB" w:rsidRDefault="002512FC" w14:paraId="6051E9C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6000E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  <w:tcMar/>
          </w:tcPr>
          <w:p w:rsidRPr="00A6000E" w:rsidR="002512FC" w:rsidP="45A7478D" w:rsidRDefault="002512FC" w14:paraId="41828C67" w14:textId="77777777" w14:noSpellErr="1">
            <w:pPr>
              <w:pStyle w:val="Punktygwne"/>
              <w:spacing w:before="0" w:after="0"/>
              <w:jc w:val="both"/>
              <w:rPr>
                <w:rFonts w:ascii="Corbel" w:hAnsi="Corbel" w:eastAsia="Cambria"/>
                <w:b w:val="0"/>
                <w:bCs w:val="0"/>
              </w:rPr>
            </w:pPr>
            <w:r w:rsidRPr="45A7478D" w:rsidR="11E54359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</w:t>
            </w:r>
            <w:r w:rsidRPr="45A7478D" w:rsidR="11E54359">
              <w:rPr>
                <w:rFonts w:ascii="Corbel" w:hAnsi="Corbel"/>
                <w:b w:val="0"/>
                <w:bCs w:val="0"/>
                <w:caps w:val="0"/>
                <w:smallCaps w:val="0"/>
              </w:rPr>
              <w:t>t konstruuje teoretyczne rozwiązania, wyprowadza</w:t>
            </w:r>
            <w:r w:rsidRPr="45A7478D" w:rsidR="3829DE9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wnioski na podstawie twierdzeń i</w:t>
            </w:r>
            <w:r w:rsidRPr="45A7478D" w:rsidR="11E5435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poddaje krytyce dotychczasowe rozwiązania karnoprocesowe</w:t>
            </w:r>
            <w:r w:rsidRPr="45A7478D" w:rsidR="3829DE9B">
              <w:rPr>
                <w:rFonts w:ascii="Corbel" w:hAnsi="Corbel"/>
                <w:b w:val="0"/>
                <w:bCs w:val="0"/>
                <w:caps w:val="0"/>
                <w:smallCaps w:val="0"/>
              </w:rPr>
              <w:t>, a także potrafi samodzielnie przygotować prace pisemne, wystąpienia ustne i prezentacje multimedialne poświęcone zagadnieniom karnoprocesowym.</w:t>
            </w:r>
          </w:p>
        </w:tc>
        <w:tc>
          <w:tcPr>
            <w:tcW w:w="1873" w:type="dxa"/>
            <w:tcMar/>
          </w:tcPr>
          <w:p w:rsidR="002512FC" w:rsidP="002B7FDB" w:rsidRDefault="002512FC" w14:paraId="485110BA" w14:textId="77777777">
            <w:pPr>
              <w:pStyle w:val="Punktygwne"/>
              <w:spacing w:before="0" w:after="0"/>
              <w:rPr>
                <w:rFonts w:ascii="Corbel" w:hAnsi="Corbel" w:cs="TimesNewRoman"/>
                <w:b w:val="0"/>
                <w:szCs w:val="24"/>
                <w:lang w:eastAsia="pl-PL"/>
              </w:rPr>
            </w:pPr>
            <w:r>
              <w:rPr>
                <w:rFonts w:ascii="Corbel" w:hAnsi="Corbel" w:cs="TimesNewRoman"/>
                <w:b w:val="0"/>
                <w:szCs w:val="24"/>
                <w:lang w:eastAsia="pl-PL"/>
              </w:rPr>
              <w:t>K_U07, K_U08</w:t>
            </w:r>
          </w:p>
        </w:tc>
      </w:tr>
      <w:tr w:rsidR="00CB2AAD" w:rsidTr="45A7478D" w14:paraId="7F404EBD" w14:textId="77777777">
        <w:tc>
          <w:tcPr>
            <w:tcW w:w="1701" w:type="dxa"/>
            <w:tcMar/>
          </w:tcPr>
          <w:p w:rsidRPr="009C54AE" w:rsidR="00CB2AAD" w:rsidP="002B7FDB" w:rsidRDefault="00CB2AAD" w14:paraId="14ED31A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6000E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  <w:tcMar/>
          </w:tcPr>
          <w:p w:rsidRPr="00340D89" w:rsidR="00CB2AAD" w:rsidP="45A7478D" w:rsidRDefault="00CB2AAD" w14:paraId="6A96AE54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5A7478D" w:rsidR="00CB2AAD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jest otwarty na nowe rozwiązania i argumenty dotyczące zagadnień karnoprocesowych oraz ma zdolność do pogłębiania wiedzy i nadążania za zmianami wprowadzanymi do Kodeksu postępowania karnego.</w:t>
            </w:r>
          </w:p>
        </w:tc>
        <w:tc>
          <w:tcPr>
            <w:tcW w:w="1873" w:type="dxa"/>
            <w:tcMar/>
          </w:tcPr>
          <w:p w:rsidRPr="00340D89" w:rsidR="00CB2AAD" w:rsidP="002B7FDB" w:rsidRDefault="0024687C" w14:paraId="31AAC47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TimesNewRoman"/>
                <w:b w:val="0"/>
                <w:szCs w:val="24"/>
                <w:lang w:eastAsia="pl-PL"/>
              </w:rPr>
              <w:t>K_K01</w:t>
            </w:r>
          </w:p>
        </w:tc>
      </w:tr>
      <w:tr w:rsidR="00CB2AAD" w:rsidTr="45A7478D" w14:paraId="76384587" w14:textId="77777777">
        <w:tc>
          <w:tcPr>
            <w:tcW w:w="1701" w:type="dxa"/>
            <w:tcMar/>
          </w:tcPr>
          <w:p w:rsidRPr="009C54AE" w:rsidR="00CB2AAD" w:rsidP="002B7FDB" w:rsidRDefault="00CB2AAD" w14:paraId="6119A15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 w:rsidR="00A6000E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6096" w:type="dxa"/>
            <w:tcMar/>
          </w:tcPr>
          <w:p w:rsidRPr="00340D89" w:rsidR="00CB2AAD" w:rsidP="45A7478D" w:rsidRDefault="00CB2AAD" w14:paraId="2F5084F7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5A7478D" w:rsidR="00CB2AAD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jest zorientowany jak funkcjonuje wymiar sprawiedliwości i organy ścigania w sprawach karnych i jakie są kompetencje procesowe poszczególnych uczestników procesu.</w:t>
            </w:r>
          </w:p>
        </w:tc>
        <w:tc>
          <w:tcPr>
            <w:tcW w:w="1873" w:type="dxa"/>
            <w:tcMar/>
          </w:tcPr>
          <w:p w:rsidRPr="00340D89" w:rsidR="00CB2AAD" w:rsidP="002B7FDB" w:rsidRDefault="0024687C" w14:paraId="3F09CE3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TimesNewRoman"/>
                <w:b w:val="0"/>
                <w:szCs w:val="24"/>
                <w:lang w:eastAsia="pl-PL"/>
              </w:rPr>
              <w:t>K_K04</w:t>
            </w:r>
          </w:p>
        </w:tc>
      </w:tr>
    </w:tbl>
    <w:p w:rsidR="0085747A" w:rsidP="009C54AE" w:rsidRDefault="0085747A" w14:paraId="67D0456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P="009C54AE" w:rsidRDefault="00675843" w14:paraId="3C044A54" w14:textId="77777777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45A7478D" w:rsidR="00675843">
        <w:rPr>
          <w:rFonts w:ascii="Corbel" w:hAnsi="Corbel"/>
          <w:b w:val="1"/>
          <w:bCs w:val="1"/>
          <w:sz w:val="24"/>
          <w:szCs w:val="24"/>
        </w:rPr>
        <w:t>3.3</w:t>
      </w:r>
      <w:r w:rsidRPr="45A7478D" w:rsidR="001D7B54">
        <w:rPr>
          <w:rFonts w:ascii="Corbel" w:hAnsi="Corbel"/>
          <w:b w:val="1"/>
          <w:bCs w:val="1"/>
          <w:sz w:val="24"/>
          <w:szCs w:val="24"/>
        </w:rPr>
        <w:t xml:space="preserve"> </w:t>
      </w:r>
      <w:r w:rsidRPr="45A7478D" w:rsidR="0085747A">
        <w:rPr>
          <w:rFonts w:ascii="Corbel" w:hAnsi="Corbel"/>
          <w:b w:val="1"/>
          <w:bCs w:val="1"/>
          <w:sz w:val="24"/>
          <w:szCs w:val="24"/>
        </w:rPr>
        <w:t>T</w:t>
      </w:r>
      <w:r w:rsidRPr="45A7478D" w:rsidR="001D7B54">
        <w:rPr>
          <w:rFonts w:ascii="Corbel" w:hAnsi="Corbel"/>
          <w:b w:val="1"/>
          <w:bCs w:val="1"/>
          <w:sz w:val="24"/>
          <w:szCs w:val="24"/>
        </w:rPr>
        <w:t xml:space="preserve">reści programowe </w:t>
      </w:r>
      <w:r w:rsidRPr="45A7478D" w:rsidR="007327BD">
        <w:rPr>
          <w:rFonts w:ascii="Corbel" w:hAnsi="Corbel"/>
          <w:sz w:val="24"/>
          <w:szCs w:val="24"/>
        </w:rPr>
        <w:t xml:space="preserve">  </w:t>
      </w:r>
    </w:p>
    <w:p w:rsidRPr="009C54AE" w:rsidR="009737E3" w:rsidP="009737E3" w:rsidRDefault="009737E3" w14:paraId="389C6E61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9737E3" w:rsidP="009737E3" w:rsidRDefault="009737E3" w14:paraId="6443588D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AF4A52" w:rsidR="009737E3" w:rsidTr="00B02F14" w14:paraId="1D785C58" w14:textId="77777777">
        <w:tc>
          <w:tcPr>
            <w:tcW w:w="9639" w:type="dxa"/>
          </w:tcPr>
          <w:p w:rsidRPr="00F95BDC" w:rsidR="009737E3" w:rsidP="00B02F14" w:rsidRDefault="009737E3" w14:paraId="06A906D9" w14:textId="77777777">
            <w:pPr>
              <w:shd w:val="clear" w:color="auto" w:fill="FFFFFF"/>
              <w:spacing w:after="0" w:line="240" w:lineRule="auto"/>
              <w:rPr>
                <w:rFonts w:ascii="Corbel" w:hAnsi="Corbel" w:eastAsia="Times New Roman"/>
                <w:b/>
                <w:color w:val="000000"/>
                <w:sz w:val="24"/>
                <w:szCs w:val="24"/>
                <w:lang w:eastAsia="pl-PL"/>
              </w:rPr>
            </w:pPr>
            <w:r w:rsidRPr="00F95BDC">
              <w:rPr>
                <w:rFonts w:ascii="Corbel" w:hAnsi="Corbel"/>
                <w:b/>
                <w:sz w:val="24"/>
                <w:szCs w:val="24"/>
              </w:rPr>
              <w:t>Treści merytoryczne:</w:t>
            </w:r>
          </w:p>
        </w:tc>
      </w:tr>
      <w:tr w:rsidRPr="00AF4A52" w:rsidR="009737E3" w:rsidTr="00B02F14" w14:paraId="72413071" w14:textId="77777777">
        <w:tc>
          <w:tcPr>
            <w:tcW w:w="9639" w:type="dxa"/>
          </w:tcPr>
          <w:p w:rsidRPr="00C700FA" w:rsidR="009737E3" w:rsidP="009737E3" w:rsidRDefault="009737E3" w14:paraId="2D7B6793" w14:textId="77777777">
            <w:pPr>
              <w:shd w:val="clear" w:color="auto" w:fill="FFFFFF"/>
              <w:spacing w:after="0" w:line="240" w:lineRule="auto"/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</w:pPr>
            <w:r w:rsidRPr="00C700FA"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>1. Definicja prawa karnego procesowego. Wstępne zagadnien</w:t>
            </w:r>
            <w:r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 xml:space="preserve">ia teoretyczne </w:t>
            </w:r>
            <w:r w:rsidRPr="00C700FA"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 xml:space="preserve"> – 1 godz.</w:t>
            </w:r>
          </w:p>
        </w:tc>
      </w:tr>
      <w:tr w:rsidRPr="00AF4A52" w:rsidR="009737E3" w:rsidTr="00B02F14" w14:paraId="0899BA32" w14:textId="77777777">
        <w:tc>
          <w:tcPr>
            <w:tcW w:w="9639" w:type="dxa"/>
          </w:tcPr>
          <w:p w:rsidRPr="00C700FA" w:rsidR="009737E3" w:rsidP="00B02F14" w:rsidRDefault="009737E3" w14:paraId="49EC482D" w14:textId="77777777">
            <w:pPr>
              <w:shd w:val="clear" w:color="auto" w:fill="FFFFFF"/>
              <w:spacing w:after="0" w:line="240" w:lineRule="auto"/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</w:pPr>
            <w:r w:rsidRPr="00C700FA"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 xml:space="preserve">2. Naczelne zasady procesowe </w:t>
            </w:r>
            <w:r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>–</w:t>
            </w:r>
            <w:r w:rsidR="00986C9D"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 xml:space="preserve"> 4</w:t>
            </w:r>
            <w:r w:rsidRPr="00C700FA"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Pr="00AF4A52" w:rsidR="009737E3" w:rsidTr="00B02F14" w14:paraId="773ECB4E" w14:textId="77777777">
        <w:tc>
          <w:tcPr>
            <w:tcW w:w="9639" w:type="dxa"/>
          </w:tcPr>
          <w:p w:rsidRPr="00C700FA" w:rsidR="009737E3" w:rsidP="009737E3" w:rsidRDefault="009737E3" w14:paraId="0C88CD75" w14:textId="77777777">
            <w:pPr>
              <w:shd w:val="clear" w:color="auto" w:fill="FFFFFF"/>
              <w:spacing w:after="0" w:line="240" w:lineRule="auto"/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>3. Uczestnicy procesu karnego</w:t>
            </w:r>
            <w:r w:rsidRPr="00C700FA"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>- 2</w:t>
            </w:r>
            <w:r w:rsidRPr="00C700FA"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 xml:space="preserve"> godz. </w:t>
            </w:r>
          </w:p>
        </w:tc>
      </w:tr>
      <w:tr w:rsidRPr="00AF4A52" w:rsidR="009737E3" w:rsidTr="00B02F14" w14:paraId="0DEA385E" w14:textId="77777777">
        <w:tc>
          <w:tcPr>
            <w:tcW w:w="9639" w:type="dxa"/>
          </w:tcPr>
          <w:p w:rsidRPr="00C700FA" w:rsidR="009737E3" w:rsidP="009737E3" w:rsidRDefault="009737E3" w14:paraId="3F0A6C51" w14:textId="77777777">
            <w:pPr>
              <w:shd w:val="clear" w:color="auto" w:fill="FFFFFF"/>
              <w:spacing w:after="0" w:line="240" w:lineRule="auto"/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</w:pPr>
            <w:r w:rsidRPr="00C700FA"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>4. Dowód: definicja oraz jego źródła i środki dowodowe, zakaz</w:t>
            </w:r>
            <w:r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>y dowodowe, czynności dowodowe – 2,5</w:t>
            </w:r>
            <w:r w:rsidRPr="00C700FA"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Pr="00AF4A52" w:rsidR="009737E3" w:rsidTr="00B02F14" w14:paraId="1171C094" w14:textId="77777777">
        <w:tc>
          <w:tcPr>
            <w:tcW w:w="9639" w:type="dxa"/>
          </w:tcPr>
          <w:p w:rsidRPr="00C700FA" w:rsidR="009737E3" w:rsidP="009737E3" w:rsidRDefault="009737E3" w14:paraId="6D8138ED" w14:textId="77777777">
            <w:pPr>
              <w:shd w:val="clear" w:color="auto" w:fill="FFFFFF"/>
              <w:spacing w:after="0" w:line="240" w:lineRule="auto"/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</w:pPr>
            <w:r w:rsidRPr="00C700FA"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>5.</w:t>
            </w:r>
            <w:r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C700FA"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>Czynności procesowe</w:t>
            </w:r>
            <w:r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986C9D"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>–</w:t>
            </w:r>
            <w:r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 xml:space="preserve"> 1</w:t>
            </w:r>
            <w:r w:rsidR="00986C9D"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>,5</w:t>
            </w:r>
            <w:r w:rsidRPr="00C700FA"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Pr="00AF4A52" w:rsidR="009737E3" w:rsidTr="00B02F14" w14:paraId="149032A9" w14:textId="77777777">
        <w:tc>
          <w:tcPr>
            <w:tcW w:w="9639" w:type="dxa"/>
          </w:tcPr>
          <w:p w:rsidRPr="00C700FA" w:rsidR="009737E3" w:rsidP="009737E3" w:rsidRDefault="009737E3" w14:paraId="53F5B792" w14:textId="77777777">
            <w:pPr>
              <w:shd w:val="clear" w:color="auto" w:fill="FFFFFF"/>
              <w:spacing w:after="0" w:line="240" w:lineRule="auto"/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>6. Środki przymusu - 3</w:t>
            </w:r>
            <w:r w:rsidRPr="00C700FA"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Pr="00AF4A52" w:rsidR="009737E3" w:rsidTr="00B02F14" w14:paraId="04E12E3D" w14:textId="77777777">
        <w:tc>
          <w:tcPr>
            <w:tcW w:w="9639" w:type="dxa"/>
          </w:tcPr>
          <w:p w:rsidRPr="007E6B4C" w:rsidR="009737E3" w:rsidP="00B02F14" w:rsidRDefault="009737E3" w14:paraId="7AF42FF8" w14:textId="77777777">
            <w:pPr>
              <w:shd w:val="clear" w:color="auto" w:fill="FFFFFF"/>
              <w:spacing w:after="0" w:line="240" w:lineRule="auto"/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7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Przesłanki procesowe: pojęcie, sy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stematyka oraz konsekwencje ich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zaistnienia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–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1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,5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Pr="00AF4A52" w:rsidR="009737E3" w:rsidTr="00B02F14" w14:paraId="175F6544" w14:textId="77777777">
        <w:tc>
          <w:tcPr>
            <w:tcW w:w="9639" w:type="dxa"/>
          </w:tcPr>
          <w:p w:rsidRPr="007E6B4C" w:rsidR="009737E3" w:rsidP="009737E3" w:rsidRDefault="009737E3" w14:paraId="4DB7986D" w14:textId="77777777">
            <w:pPr>
              <w:spacing w:after="0" w:line="240" w:lineRule="auto"/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Postępowanie przygotowawcze, źródła informacji o przestępstwie, czynności sprawdzające, wszczęcie postępowania przygotowawczego, przedstawienie zarzutów, przebieg śledztwa i dochodzenia, zakończenie p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ostępowania przygotowawczego – 2, 5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Pr="00AF4A52" w:rsidR="009737E3" w:rsidTr="00B02F14" w14:paraId="7DB074FB" w14:textId="77777777">
        <w:tc>
          <w:tcPr>
            <w:tcW w:w="9639" w:type="dxa"/>
          </w:tcPr>
          <w:p w:rsidRPr="007E6B4C" w:rsidR="009737E3" w:rsidP="009737E3" w:rsidRDefault="009737E3" w14:paraId="41BCA91C" w14:textId="77777777">
            <w:pPr>
              <w:shd w:val="clear" w:color="auto" w:fill="FFFFFF"/>
              <w:spacing w:after="0" w:line="240" w:lineRule="auto"/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9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Postę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powanie przed sądem I instancji  - 3,5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Pr="00AF4A52" w:rsidR="009737E3" w:rsidTr="00B02F14" w14:paraId="7D9D6B82" w14:textId="77777777">
        <w:tc>
          <w:tcPr>
            <w:tcW w:w="9639" w:type="dxa"/>
          </w:tcPr>
          <w:p w:rsidRPr="007E6B4C" w:rsidR="009737E3" w:rsidP="009737E3" w:rsidRDefault="009737E3" w14:paraId="7584AAE8" w14:textId="77777777">
            <w:pPr>
              <w:spacing w:after="0" w:line="240" w:lineRule="auto"/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10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 Zwyczajne i nadzwyczajne postępowanie odwoławcze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– 2,5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 </w:t>
            </w:r>
          </w:p>
        </w:tc>
      </w:tr>
      <w:tr w:rsidRPr="00AF4A52" w:rsidR="009737E3" w:rsidTr="00B02F14" w14:paraId="724EA78A" w14:textId="77777777">
        <w:tc>
          <w:tcPr>
            <w:tcW w:w="9639" w:type="dxa"/>
          </w:tcPr>
          <w:p w:rsidRPr="007E6B4C" w:rsidR="009737E3" w:rsidP="009737E3" w:rsidRDefault="009737E3" w14:paraId="1B32435B" w14:textId="77777777">
            <w:pPr>
              <w:shd w:val="clear" w:color="auto" w:fill="FFFFFF"/>
              <w:spacing w:after="0" w:line="240" w:lineRule="auto"/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11.  Postępowania szczególne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- 2 godz.</w:t>
            </w:r>
          </w:p>
        </w:tc>
      </w:tr>
      <w:tr w:rsidRPr="00AF4A52" w:rsidR="009737E3" w:rsidTr="00B02F14" w14:paraId="5BEEDB56" w14:textId="77777777">
        <w:tc>
          <w:tcPr>
            <w:tcW w:w="9639" w:type="dxa"/>
          </w:tcPr>
          <w:p w:rsidRPr="007E6B4C" w:rsidR="009737E3" w:rsidP="009737E3" w:rsidRDefault="009737E3" w14:paraId="4E7E3CC9" w14:textId="77777777">
            <w:pPr>
              <w:spacing w:after="0" w:line="240" w:lineRule="auto"/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12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 Postępowanie po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uprawomocnieniu się orzeczenia 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- 2 godz.</w:t>
            </w:r>
          </w:p>
        </w:tc>
      </w:tr>
      <w:tr w:rsidRPr="00AF4A52" w:rsidR="009737E3" w:rsidTr="00B02F14" w14:paraId="324BA0CF" w14:textId="77777777">
        <w:tc>
          <w:tcPr>
            <w:tcW w:w="9639" w:type="dxa"/>
          </w:tcPr>
          <w:p w:rsidRPr="007E6B4C" w:rsidR="009737E3" w:rsidP="009737E3" w:rsidRDefault="009737E3" w14:paraId="756156CB" w14:textId="77777777">
            <w:pPr>
              <w:spacing w:after="0" w:line="240" w:lineRule="auto"/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13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.  Postępowanie w sprawach karnych ze stosunków międzynarodowych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- 2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</w:tbl>
    <w:p w:rsidRPr="009C54AE" w:rsidR="009737E3" w:rsidP="009737E3" w:rsidRDefault="009737E3" w14:paraId="1A64F0C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9737E3" w:rsidP="009737E3" w:rsidRDefault="009737E3" w14:paraId="2D76CCE1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Pr="009C54AE" w:rsidR="009737E3" w:rsidP="009737E3" w:rsidRDefault="009737E3" w14:paraId="419E9680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45A7478D" w14:paraId="3A45B3C1" w14:textId="77777777">
        <w:tc>
          <w:tcPr>
            <w:tcW w:w="9639" w:type="dxa"/>
            <w:tcMar/>
          </w:tcPr>
          <w:p w:rsidRPr="00F95BDC" w:rsidR="0085747A" w:rsidP="009C54AE" w:rsidRDefault="0085747A" w14:paraId="7C00804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F95BDC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  <w:r w:rsidRPr="00F95BDC" w:rsidR="009737E3">
              <w:rPr>
                <w:rFonts w:ascii="Corbel" w:hAnsi="Corbel"/>
                <w:b/>
                <w:sz w:val="24"/>
                <w:szCs w:val="24"/>
              </w:rPr>
              <w:t>:</w:t>
            </w:r>
          </w:p>
        </w:tc>
      </w:tr>
      <w:tr w:rsidRPr="00BC12CA" w:rsidR="00F95BDC" w:rsidTr="45A7478D" w14:paraId="6DB652BE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95BDC" w:rsidR="00F95BDC" w:rsidP="45A7478D" w:rsidRDefault="00F95BDC" w14:paraId="1F0DC11E" w14:textId="77777777" w14:noSpellErr="1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45A7478D" w:rsidR="1EC89F77">
              <w:rPr>
                <w:rFonts w:ascii="Corbel" w:hAnsi="Corbel"/>
                <w:sz w:val="24"/>
                <w:szCs w:val="24"/>
              </w:rPr>
              <w:t>1. Konkretne naczelne zasady procesowe – kl</w:t>
            </w:r>
            <w:r w:rsidRPr="45A7478D" w:rsidR="1EC89F77">
              <w:rPr>
                <w:rFonts w:ascii="Corbel" w:hAnsi="Corbel"/>
                <w:sz w:val="24"/>
                <w:szCs w:val="24"/>
              </w:rPr>
              <w:t>asyfikacja i charakterystyka – 2</w:t>
            </w:r>
            <w:r w:rsidRPr="45A7478D" w:rsidR="26FA9E46">
              <w:rPr>
                <w:rFonts w:ascii="Corbel" w:hAnsi="Corbel"/>
                <w:sz w:val="24"/>
                <w:szCs w:val="24"/>
              </w:rPr>
              <w:t>,5</w:t>
            </w:r>
            <w:r w:rsidRPr="45A7478D" w:rsidR="1EC89F77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Pr="00BC12CA" w:rsidR="00F95BDC" w:rsidTr="45A7478D" w14:paraId="0D935C68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95BDC" w:rsidR="00F95BDC" w:rsidP="45A7478D" w:rsidRDefault="00F95BDC" w14:paraId="069141BB" w14:textId="77777777" w14:noSpellErr="1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45A7478D" w:rsidR="1EC89F77">
              <w:rPr>
                <w:rFonts w:ascii="Corbel" w:hAnsi="Corbel"/>
                <w:sz w:val="24"/>
                <w:szCs w:val="24"/>
              </w:rPr>
              <w:t>2</w:t>
            </w:r>
            <w:r w:rsidRPr="45A7478D" w:rsidR="1EC89F77">
              <w:rPr>
                <w:rFonts w:ascii="Corbel" w:hAnsi="Corbel"/>
                <w:sz w:val="24"/>
                <w:szCs w:val="24"/>
              </w:rPr>
              <w:t>. Uczestnicy procesu karnego: syst</w:t>
            </w:r>
            <w:r w:rsidRPr="45A7478D" w:rsidR="1EC89F77">
              <w:rPr>
                <w:rFonts w:ascii="Corbel" w:hAnsi="Corbel"/>
                <w:sz w:val="24"/>
                <w:szCs w:val="24"/>
              </w:rPr>
              <w:t>ematyka i ich role procesowe – 3</w:t>
            </w:r>
            <w:r w:rsidRPr="45A7478D" w:rsidR="1EC89F77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Pr="00BC12CA" w:rsidR="00F95BDC" w:rsidTr="45A7478D" w14:paraId="40A70192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95BDC" w:rsidR="00F95BDC" w:rsidP="45A7478D" w:rsidRDefault="00F95BDC" w14:paraId="694CC178" w14:textId="77777777" w14:noSpellErr="1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45A7478D" w:rsidR="1EC89F77">
              <w:rPr>
                <w:rFonts w:ascii="Corbel" w:hAnsi="Corbel"/>
                <w:sz w:val="24"/>
                <w:szCs w:val="24"/>
              </w:rPr>
              <w:t xml:space="preserve">3. Dopuszczalność procesu karnego: pojęcie przesłanek procesowych, ich systematyka oraz konsekwencje ich zaistnienia – </w:t>
            </w:r>
            <w:r w:rsidRPr="45A7478D" w:rsidR="1EC89F77">
              <w:rPr>
                <w:rFonts w:ascii="Corbel" w:hAnsi="Corbel"/>
                <w:sz w:val="24"/>
                <w:szCs w:val="24"/>
              </w:rPr>
              <w:t>2</w:t>
            </w:r>
            <w:r w:rsidRPr="45A7478D" w:rsidR="1EC89F77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Pr="00BC12CA" w:rsidR="00F95BDC" w:rsidTr="45A7478D" w14:paraId="694566F0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95BDC" w:rsidR="00F95BDC" w:rsidP="45A7478D" w:rsidRDefault="00F95BDC" w14:paraId="61F403DF" w14:textId="77777777" w14:noSpellErr="1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45A7478D" w:rsidR="1EC89F77">
              <w:rPr>
                <w:rFonts w:ascii="Corbel" w:hAnsi="Corbel"/>
                <w:sz w:val="24"/>
                <w:szCs w:val="24"/>
              </w:rPr>
              <w:t>4. Czynności procesowe – definicja, klasyfikacje czynności, wad</w:t>
            </w:r>
            <w:r w:rsidRPr="45A7478D" w:rsidR="26FA9E46">
              <w:rPr>
                <w:rFonts w:ascii="Corbel" w:hAnsi="Corbel"/>
                <w:sz w:val="24"/>
                <w:szCs w:val="24"/>
              </w:rPr>
              <w:t xml:space="preserve">liwość czynności procesowych – </w:t>
            </w:r>
            <w:r w:rsidRPr="45A7478D" w:rsidR="1EC89F77">
              <w:rPr>
                <w:rFonts w:ascii="Corbel" w:hAnsi="Corbel"/>
                <w:sz w:val="24"/>
                <w:szCs w:val="24"/>
              </w:rPr>
              <w:t xml:space="preserve"> </w:t>
            </w:r>
            <w:r w:rsidRPr="45A7478D" w:rsidR="1EC89F77">
              <w:rPr>
                <w:rFonts w:ascii="Corbel" w:hAnsi="Corbel"/>
                <w:sz w:val="24"/>
                <w:szCs w:val="24"/>
              </w:rPr>
              <w:t>2</w:t>
            </w:r>
            <w:r w:rsidRPr="45A7478D" w:rsidR="26FA9E46">
              <w:rPr>
                <w:rFonts w:ascii="Corbel" w:hAnsi="Corbel"/>
                <w:sz w:val="24"/>
                <w:szCs w:val="24"/>
              </w:rPr>
              <w:t>,5</w:t>
            </w:r>
            <w:r w:rsidRPr="45A7478D" w:rsidR="1EC89F77">
              <w:rPr>
                <w:rFonts w:ascii="Corbel" w:hAnsi="Corbel"/>
                <w:sz w:val="24"/>
                <w:szCs w:val="24"/>
              </w:rPr>
              <w:t xml:space="preserve"> </w:t>
            </w:r>
            <w:r w:rsidRPr="45A7478D" w:rsidR="1EC89F77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Pr="00BC12CA" w:rsidR="00F95BDC" w:rsidTr="45A7478D" w14:paraId="3C74D4DB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95BDC" w:rsidR="00F95BDC" w:rsidP="45A7478D" w:rsidRDefault="00F95BDC" w14:paraId="268AF8BB" w14:textId="77777777" w14:noSpellErr="1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45A7478D" w:rsidR="1EC89F77">
              <w:rPr>
                <w:rFonts w:ascii="Corbel" w:hAnsi="Corbel"/>
                <w:sz w:val="24"/>
                <w:szCs w:val="24"/>
              </w:rPr>
              <w:t>5. Dowodzenie: definicja dowodu, rodzaje dowodów, dopuszczalność dowodów, zakazy dowodowe, etapy dowodzen</w:t>
            </w:r>
            <w:r w:rsidRPr="45A7478D" w:rsidR="1EC89F77">
              <w:rPr>
                <w:rFonts w:ascii="Corbel" w:hAnsi="Corbel"/>
                <w:sz w:val="24"/>
                <w:szCs w:val="24"/>
              </w:rPr>
              <w:t>ia, źródła i środki dowodowe – 3</w:t>
            </w:r>
            <w:r w:rsidRPr="45A7478D" w:rsidR="1EC89F77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Pr="00BC12CA" w:rsidR="00F95BDC" w:rsidTr="45A7478D" w14:paraId="2725844A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C12CA" w:rsidR="00F95BDC" w:rsidP="45A7478D" w:rsidRDefault="00F95BDC" w14:paraId="6916B4DD" w14:textId="77777777" w14:noSpellErr="1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45A7478D" w:rsidR="1EC89F77">
              <w:rPr>
                <w:rFonts w:ascii="Corbel" w:hAnsi="Corbel"/>
                <w:sz w:val="24"/>
                <w:szCs w:val="24"/>
              </w:rPr>
              <w:t xml:space="preserve">6. </w:t>
            </w:r>
            <w:r w:rsidRPr="45A7478D" w:rsidR="1EC89F77">
              <w:rPr>
                <w:rFonts w:ascii="Corbel" w:hAnsi="Corbel"/>
                <w:sz w:val="24"/>
                <w:szCs w:val="24"/>
              </w:rPr>
              <w:t>Tryb orzekania o środkach przymusu w procesie karnym</w:t>
            </w:r>
            <w:r w:rsidRPr="45A7478D" w:rsidR="1EC89F77">
              <w:rPr>
                <w:rFonts w:ascii="Corbel" w:hAnsi="Corbel"/>
                <w:sz w:val="24"/>
                <w:szCs w:val="24"/>
              </w:rPr>
              <w:t xml:space="preserve"> </w:t>
            </w:r>
            <w:r w:rsidRPr="45A7478D" w:rsidR="1EC89F77">
              <w:rPr>
                <w:rFonts w:ascii="Corbel" w:hAnsi="Corbel"/>
                <w:sz w:val="24"/>
                <w:szCs w:val="24"/>
              </w:rPr>
              <w:t>– 2</w:t>
            </w:r>
            <w:r w:rsidRPr="45A7478D" w:rsidR="1EC89F77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Pr="00BC12CA" w:rsidR="00F95BDC" w:rsidTr="45A7478D" w14:paraId="667B3764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95BDC" w:rsidR="00F95BDC" w:rsidP="45A7478D" w:rsidRDefault="00F95BDC" w14:paraId="6550C3FA" w14:textId="77777777" w14:noSpellErr="1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45A7478D" w:rsidR="1EC89F77">
              <w:rPr>
                <w:rFonts w:ascii="Corbel" w:hAnsi="Corbel"/>
                <w:sz w:val="24"/>
                <w:szCs w:val="24"/>
              </w:rPr>
              <w:t xml:space="preserve">7. Przebieg postępowania przygotowawczego (śledztwa i </w:t>
            </w:r>
            <w:r w:rsidRPr="45A7478D" w:rsidR="1EC89F77">
              <w:rPr>
                <w:rFonts w:ascii="Corbel" w:hAnsi="Corbel"/>
                <w:sz w:val="24"/>
                <w:szCs w:val="24"/>
              </w:rPr>
              <w:t xml:space="preserve">dochodzenia) – </w:t>
            </w:r>
            <w:r w:rsidRPr="45A7478D" w:rsidR="1EC89F77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Pr="00BC12CA" w:rsidR="00F95BDC" w:rsidTr="45A7478D" w14:paraId="12A8529C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95BDC" w:rsidR="00F95BDC" w:rsidP="45A7478D" w:rsidRDefault="00F95BDC" w14:paraId="2008F4E9" w14:textId="77777777" w14:noSpellErr="1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45A7478D" w:rsidR="1EC89F77">
              <w:rPr>
                <w:rFonts w:ascii="Corbel" w:hAnsi="Corbel"/>
                <w:sz w:val="24"/>
                <w:szCs w:val="24"/>
              </w:rPr>
              <w:t>8. Oddanie pod sąd – formalna i merytoryczna wstępna ko</w:t>
            </w:r>
            <w:r w:rsidRPr="45A7478D" w:rsidR="1EC89F77">
              <w:rPr>
                <w:rFonts w:ascii="Corbel" w:hAnsi="Corbel"/>
                <w:sz w:val="24"/>
                <w:szCs w:val="24"/>
              </w:rPr>
              <w:t>ntrola aktu oskarżenia – 1</w:t>
            </w:r>
            <w:r w:rsidRPr="45A7478D" w:rsidR="002663F4">
              <w:rPr>
                <w:rFonts w:ascii="Corbel" w:hAnsi="Corbel"/>
                <w:sz w:val="24"/>
                <w:szCs w:val="24"/>
              </w:rPr>
              <w:t>,5</w:t>
            </w:r>
            <w:r w:rsidRPr="45A7478D" w:rsidR="1EC89F77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Pr="00BC12CA" w:rsidR="00F95BDC" w:rsidTr="45A7478D" w14:paraId="69655A28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95BDC" w:rsidR="00F95BDC" w:rsidP="45A7478D" w:rsidRDefault="00F95BDC" w14:paraId="5E75D47B" w14:textId="77777777" w14:noSpellErr="1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45A7478D" w:rsidR="1EC89F77">
              <w:rPr>
                <w:rFonts w:ascii="Corbel" w:hAnsi="Corbel"/>
                <w:sz w:val="24"/>
                <w:szCs w:val="24"/>
              </w:rPr>
              <w:t>9. Procedowanie sądu I instan</w:t>
            </w:r>
            <w:r w:rsidRPr="45A7478D" w:rsidR="1EC89F77">
              <w:rPr>
                <w:rFonts w:ascii="Corbel" w:hAnsi="Corbel"/>
                <w:sz w:val="24"/>
                <w:szCs w:val="24"/>
              </w:rPr>
              <w:t>cji (posiedzenie i rozprawa) – 2</w:t>
            </w:r>
            <w:r w:rsidRPr="45A7478D" w:rsidR="1EC89F77">
              <w:rPr>
                <w:rFonts w:ascii="Corbel" w:hAnsi="Corbel"/>
                <w:sz w:val="24"/>
                <w:szCs w:val="24"/>
              </w:rPr>
              <w:t xml:space="preserve"> godz.   </w:t>
            </w:r>
          </w:p>
        </w:tc>
      </w:tr>
      <w:tr w:rsidRPr="00BC12CA" w:rsidR="00F95BDC" w:rsidTr="45A7478D" w14:paraId="7BE5D82F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95BDC" w:rsidR="00F95BDC" w:rsidP="45A7478D" w:rsidRDefault="00F95BDC" w14:paraId="7040AAD0" w14:textId="77777777" w14:noSpellErr="1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45A7478D" w:rsidR="1EC89F77">
              <w:rPr>
                <w:rFonts w:ascii="Corbel" w:hAnsi="Corbel"/>
                <w:sz w:val="24"/>
                <w:szCs w:val="24"/>
              </w:rPr>
              <w:t>10.Wyrokowanie i czynności końcowe po wydaniu wyroku – 1</w:t>
            </w:r>
            <w:r w:rsidRPr="45A7478D" w:rsidR="002663F4">
              <w:rPr>
                <w:rFonts w:ascii="Corbel" w:hAnsi="Corbel"/>
                <w:sz w:val="24"/>
                <w:szCs w:val="24"/>
              </w:rPr>
              <w:t>,5</w:t>
            </w:r>
            <w:r w:rsidRPr="45A7478D" w:rsidR="1EC89F77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Pr="00BC12CA" w:rsidR="00F95BDC" w:rsidTr="45A7478D" w14:paraId="07EDAF34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95BDC" w:rsidR="00F95BDC" w:rsidP="45A7478D" w:rsidRDefault="00F95BDC" w14:paraId="3BA36F32" w14:textId="77777777" w14:noSpellErr="1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45A7478D" w:rsidR="1EC89F77">
              <w:rPr>
                <w:rFonts w:ascii="Corbel" w:hAnsi="Corbel"/>
                <w:sz w:val="24"/>
                <w:szCs w:val="24"/>
              </w:rPr>
              <w:t>11. Zwyczajne i nadzwyczajne postępowanie odwoławcze – apelacyjne, zażaleniowe, kasacyjne i wznowieniowe</w:t>
            </w:r>
            <w:r w:rsidRPr="45A7478D" w:rsidR="1EC89F77">
              <w:rPr>
                <w:rFonts w:ascii="Corbel" w:hAnsi="Corbel"/>
                <w:sz w:val="24"/>
                <w:szCs w:val="24"/>
              </w:rPr>
              <w:t xml:space="preserve"> </w:t>
            </w:r>
            <w:r w:rsidRPr="45A7478D" w:rsidR="1EC89F77">
              <w:rPr>
                <w:rFonts w:ascii="Corbel" w:hAnsi="Corbel"/>
                <w:sz w:val="24"/>
                <w:szCs w:val="24"/>
              </w:rPr>
              <w:t>– 2 godz.</w:t>
            </w:r>
          </w:p>
        </w:tc>
      </w:tr>
      <w:tr w:rsidRPr="007E6B4C" w:rsidR="00F95BDC" w:rsidTr="45A7478D" w14:paraId="40D5B789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95BDC" w:rsidR="00F95BDC" w:rsidP="45A7478D" w:rsidRDefault="00F95BDC" w14:paraId="44670FCB" w14:textId="77777777" w14:noSpellErr="1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45A7478D" w:rsidR="1EC89F77">
              <w:rPr>
                <w:rFonts w:ascii="Corbel" w:hAnsi="Corbel"/>
                <w:sz w:val="24"/>
                <w:szCs w:val="24"/>
              </w:rPr>
              <w:t>12</w:t>
            </w:r>
            <w:r w:rsidRPr="45A7478D" w:rsidR="1EC89F77">
              <w:rPr>
                <w:rFonts w:ascii="Corbel" w:hAnsi="Corbel"/>
                <w:sz w:val="24"/>
                <w:szCs w:val="24"/>
              </w:rPr>
              <w:t>. Postępowania szczególne  – 2 godz.</w:t>
            </w:r>
          </w:p>
        </w:tc>
      </w:tr>
      <w:tr w:rsidRPr="007E6B4C" w:rsidR="00F95BDC" w:rsidTr="45A7478D" w14:paraId="24F96E2E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95BDC" w:rsidR="00F95BDC" w:rsidP="45A7478D" w:rsidRDefault="00F95BDC" w14:paraId="61EEE5F9" w14:textId="77777777" w14:noSpellErr="1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45A7478D" w:rsidR="1EC89F77">
              <w:rPr>
                <w:rFonts w:ascii="Corbel" w:hAnsi="Corbel"/>
                <w:sz w:val="24"/>
                <w:szCs w:val="24"/>
              </w:rPr>
              <w:t>13</w:t>
            </w:r>
            <w:r w:rsidRPr="45A7478D" w:rsidR="1EC89F77">
              <w:rPr>
                <w:rFonts w:ascii="Corbel" w:hAnsi="Corbel"/>
                <w:sz w:val="24"/>
                <w:szCs w:val="24"/>
              </w:rPr>
              <w:t>. Postępowanie po upraw</w:t>
            </w:r>
            <w:r w:rsidRPr="45A7478D" w:rsidR="1EC89F77">
              <w:rPr>
                <w:rFonts w:ascii="Corbel" w:hAnsi="Corbel"/>
                <w:sz w:val="24"/>
                <w:szCs w:val="24"/>
              </w:rPr>
              <w:t>omocnieniu się orzeczenia</w:t>
            </w:r>
            <w:r w:rsidRPr="45A7478D" w:rsidR="1EC89F77">
              <w:rPr>
                <w:rFonts w:ascii="Corbel" w:hAnsi="Corbel"/>
                <w:sz w:val="24"/>
                <w:szCs w:val="24"/>
              </w:rPr>
              <w:t xml:space="preserve"> – 2 godz. </w:t>
            </w:r>
          </w:p>
        </w:tc>
      </w:tr>
      <w:tr w:rsidRPr="007E6B4C" w:rsidR="00F95BDC" w:rsidTr="45A7478D" w14:paraId="1D0893FF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95BDC" w:rsidR="00F95BDC" w:rsidP="45A7478D" w:rsidRDefault="00F95BDC" w14:paraId="1004A3B2" w14:textId="77777777" w14:noSpellErr="1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45A7478D" w:rsidR="1EC89F77">
              <w:rPr>
                <w:rFonts w:ascii="Corbel" w:hAnsi="Corbel"/>
                <w:sz w:val="24"/>
                <w:szCs w:val="24"/>
              </w:rPr>
              <w:t>14</w:t>
            </w:r>
            <w:r w:rsidRPr="45A7478D" w:rsidR="1EC89F77">
              <w:rPr>
                <w:rFonts w:ascii="Corbel" w:hAnsi="Corbel"/>
                <w:sz w:val="24"/>
                <w:szCs w:val="24"/>
              </w:rPr>
              <w:t xml:space="preserve">. </w:t>
            </w:r>
            <w:r w:rsidRPr="45A7478D" w:rsidR="1EC89F77">
              <w:rPr>
                <w:rFonts w:ascii="Corbel" w:hAnsi="Corbel"/>
                <w:sz w:val="24"/>
                <w:szCs w:val="24"/>
              </w:rPr>
              <w:t>Aspekty postępowania</w:t>
            </w:r>
            <w:r w:rsidRPr="45A7478D" w:rsidR="1EC89F77">
              <w:rPr>
                <w:rFonts w:ascii="Corbel" w:hAnsi="Corbel"/>
                <w:sz w:val="24"/>
                <w:szCs w:val="24"/>
              </w:rPr>
              <w:t xml:space="preserve"> w sprawach karnych ze stosunków międzynarodowych (pomoc prawna, wspólne zespoły śledcze, ekstradycja, europejski nakaz aresz</w:t>
            </w:r>
            <w:r w:rsidRPr="45A7478D" w:rsidR="002663F4">
              <w:rPr>
                <w:rFonts w:ascii="Corbel" w:hAnsi="Corbel"/>
                <w:sz w:val="24"/>
                <w:szCs w:val="24"/>
              </w:rPr>
              <w:t>towania</w:t>
            </w:r>
            <w:r w:rsidRPr="45A7478D" w:rsidR="1EC89F77">
              <w:rPr>
                <w:rFonts w:ascii="Corbel" w:hAnsi="Corbel"/>
                <w:sz w:val="24"/>
                <w:szCs w:val="24"/>
              </w:rPr>
              <w:t>) – 2 godz.</w:t>
            </w:r>
          </w:p>
        </w:tc>
      </w:tr>
    </w:tbl>
    <w:p w:rsidRPr="009C54AE" w:rsidR="0085747A" w:rsidP="009C54AE" w:rsidRDefault="0085747A" w14:paraId="6D22572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59776CBB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45A7478D" w:rsidR="009F4610">
        <w:rPr>
          <w:rFonts w:ascii="Corbel" w:hAnsi="Corbel"/>
          <w:caps w:val="0"/>
          <w:smallCaps w:val="0"/>
        </w:rPr>
        <w:t>3.4 Metody dydaktyczne</w:t>
      </w:r>
      <w:r w:rsidRPr="45A7478D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Pr="009C54AE" w:rsidR="0085747A" w:rsidP="009C54AE" w:rsidRDefault="0085747A" w14:paraId="20A4C17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46639C" w:rsidR="002663F4" w:rsidP="002663F4" w:rsidRDefault="002663F4" w14:paraId="6B9EB597" w14:textId="77777777">
      <w:pPr>
        <w:rPr>
          <w:rFonts w:ascii="Corbel" w:hAnsi="Corbel"/>
          <w:b/>
          <w:sz w:val="24"/>
          <w:szCs w:val="24"/>
          <w:lang w:eastAsia="pl-PL"/>
        </w:rPr>
      </w:pPr>
      <w:r w:rsidRPr="0046639C">
        <w:rPr>
          <w:rFonts w:ascii="Corbel" w:hAnsi="Corbel"/>
          <w:b/>
          <w:sz w:val="24"/>
          <w:szCs w:val="24"/>
          <w:lang w:eastAsia="pl-PL"/>
        </w:rPr>
        <w:t xml:space="preserve">Metody stosowane na wykładach: </w:t>
      </w:r>
      <w:r w:rsidRPr="0046639C">
        <w:rPr>
          <w:rFonts w:ascii="Corbel" w:hAnsi="Corbel"/>
          <w:sz w:val="24"/>
          <w:szCs w:val="24"/>
          <w:lang w:eastAsia="pl-PL"/>
        </w:rPr>
        <w:t>wykład informacyjny, wykład problemowy,</w:t>
      </w:r>
      <w:r w:rsidRPr="0046639C">
        <w:rPr>
          <w:rFonts w:ascii="Corbel" w:hAnsi="Corbel"/>
          <w:b/>
          <w:sz w:val="24"/>
          <w:szCs w:val="24"/>
          <w:lang w:eastAsia="pl-PL"/>
        </w:rPr>
        <w:t xml:space="preserve"> </w:t>
      </w:r>
      <w:r w:rsidRPr="0046639C">
        <w:rPr>
          <w:rFonts w:ascii="Corbel" w:hAnsi="Corbel"/>
          <w:sz w:val="24"/>
          <w:szCs w:val="24"/>
          <w:lang w:eastAsia="pl-PL"/>
        </w:rPr>
        <w:t xml:space="preserve">wykład konwersatoryjny </w:t>
      </w:r>
    </w:p>
    <w:p w:rsidRPr="0046639C" w:rsidR="002663F4" w:rsidP="002663F4" w:rsidRDefault="002663F4" w14:paraId="42A94702" w14:textId="77777777">
      <w:pPr>
        <w:spacing w:after="0" w:line="240" w:lineRule="auto"/>
        <w:contextualSpacing/>
        <w:jc w:val="both"/>
        <w:rPr>
          <w:rFonts w:ascii="Corbel" w:hAnsi="Corbel" w:eastAsia="Cambria"/>
          <w:b/>
          <w:sz w:val="24"/>
          <w:szCs w:val="24"/>
        </w:rPr>
      </w:pPr>
      <w:r w:rsidRPr="0046639C">
        <w:rPr>
          <w:rFonts w:ascii="Corbel" w:hAnsi="Corbel" w:eastAsia="Cambria"/>
          <w:b/>
          <w:sz w:val="24"/>
          <w:szCs w:val="24"/>
        </w:rPr>
        <w:t xml:space="preserve">Metody stosowane na ćwiczeniach: </w:t>
      </w:r>
      <w:r w:rsidRPr="0046639C">
        <w:rPr>
          <w:rFonts w:ascii="Corbel" w:hAnsi="Corbel" w:eastAsia="Cambria"/>
          <w:sz w:val="24"/>
          <w:szCs w:val="24"/>
        </w:rPr>
        <w:t>analiza i in</w:t>
      </w:r>
      <w:r>
        <w:rPr>
          <w:rFonts w:ascii="Corbel" w:hAnsi="Corbel" w:eastAsia="Cambria"/>
          <w:sz w:val="24"/>
          <w:szCs w:val="24"/>
        </w:rPr>
        <w:t>terpretacja tekstów źródłowych, dyskusja, rozwiązywanie kazusów</w:t>
      </w:r>
    </w:p>
    <w:p w:rsidR="00E960BB" w:rsidP="009C54AE" w:rsidRDefault="00E960BB" w14:paraId="7315F9F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2D230AD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46498A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124011E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3EFAEA3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85747A" w:rsidTr="00C05F44" w14:paraId="513B9E8A" w14:textId="77777777">
        <w:tc>
          <w:tcPr>
            <w:tcW w:w="1985" w:type="dxa"/>
            <w:vAlign w:val="center"/>
          </w:tcPr>
          <w:p w:rsidRPr="009C54AE" w:rsidR="0085747A" w:rsidP="009C54AE" w:rsidRDefault="0071620A" w14:paraId="3AF6FA2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2FE82F7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7970EA7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7BE1124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04872FA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4270BA" w:rsidTr="004270BA" w14:paraId="16084543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270BA" w:rsidR="004270BA" w:rsidP="004270BA" w:rsidRDefault="004270BA" w14:paraId="773DE68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270BA">
              <w:rPr>
                <w:rFonts w:ascii="Corbel" w:hAnsi="Corbel"/>
                <w:b w:val="0"/>
                <w:smallCaps w:val="0"/>
                <w:szCs w:val="24"/>
              </w:rPr>
              <w:t>Ek_ 01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270BA" w:rsidR="004270BA" w:rsidP="004270BA" w:rsidRDefault="004270BA" w14:paraId="1CC2A7E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7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kontrolna pisemna lub zaliczenie ustne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270BA" w:rsidR="004270BA" w:rsidP="002B7FDB" w:rsidRDefault="002663F4" w14:paraId="72B1474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4270BA" w:rsidTr="004270BA" w14:paraId="63E38DC1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270BA" w:rsidR="004270BA" w:rsidP="004270BA" w:rsidRDefault="004270BA" w14:paraId="5655E67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270BA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270BA" w:rsidR="004270BA" w:rsidP="004270BA" w:rsidRDefault="004270BA" w14:paraId="387850B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7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kontrolna pisemna lub zaliczenie ustne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270BA" w:rsidR="004270BA" w:rsidP="002B7FDB" w:rsidRDefault="002663F4" w14:paraId="7ABDF16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4270BA" w:rsidTr="004270BA" w14:paraId="72A61740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270BA" w:rsidR="004270BA" w:rsidP="004270BA" w:rsidRDefault="004270BA" w14:paraId="2BC216E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270BA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270BA" w:rsidR="004270BA" w:rsidP="004270BA" w:rsidRDefault="004270BA" w14:paraId="4FF67E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7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kontrolna pisemna lub zaliczenie ustne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270BA" w:rsidR="004270BA" w:rsidP="002B7FDB" w:rsidRDefault="002663F4" w14:paraId="3E703B7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4270BA" w:rsidTr="004270BA" w14:paraId="1E65F4B5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270BA" w:rsidR="004270BA" w:rsidP="004270BA" w:rsidRDefault="004270BA" w14:paraId="68D6D5F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270BA">
              <w:rPr>
                <w:rFonts w:ascii="Corbel" w:hAnsi="Corbel"/>
                <w:b w:val="0"/>
                <w:smallCaps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270BA" w:rsidR="004270BA" w:rsidP="004270BA" w:rsidRDefault="004270BA" w14:paraId="14DBCF0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7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kontrolna pisemna lub zaliczenie ustne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270BA" w:rsidR="004270BA" w:rsidP="002B7FDB" w:rsidRDefault="002663F4" w14:paraId="4FA23F5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4270BA" w:rsidTr="004270BA" w14:paraId="2633EE4C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270BA" w:rsidR="004270BA" w:rsidP="004270BA" w:rsidRDefault="004270BA" w14:paraId="48698B6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270BA">
              <w:rPr>
                <w:rFonts w:ascii="Corbel" w:hAnsi="Corbel"/>
                <w:b w:val="0"/>
                <w:smallCaps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270BA" w:rsidR="004270BA" w:rsidP="004270BA" w:rsidRDefault="004270BA" w14:paraId="1415215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7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kontrolna pisemna lub zaliczenie ustne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270BA" w:rsidR="004270BA" w:rsidP="002B7FDB" w:rsidRDefault="002663F4" w14:paraId="09ABFDC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4270BA" w:rsidTr="004270BA" w14:paraId="465ADEB6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270BA" w:rsidR="004270BA" w:rsidP="004270BA" w:rsidRDefault="004270BA" w14:paraId="3149B12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270BA">
              <w:rPr>
                <w:rFonts w:ascii="Corbel" w:hAnsi="Corbel"/>
                <w:b w:val="0"/>
                <w:smallCaps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270BA" w:rsidR="004270BA" w:rsidP="004270BA" w:rsidRDefault="004270BA" w14:paraId="731CF87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7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kontrolna pisemna lub zaliczenie ustne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270BA" w:rsidR="004270BA" w:rsidP="002B7FDB" w:rsidRDefault="002663F4" w14:paraId="3974868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663F4" w:rsidTr="00B02F14" w14:paraId="3E3820F6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270BA" w:rsidR="002663F4" w:rsidP="00B02F14" w:rsidRDefault="002663F4" w14:paraId="271EBFE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 07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270BA" w:rsidR="002663F4" w:rsidP="00B02F14" w:rsidRDefault="002663F4" w14:paraId="61B4442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7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kontrolna pisemna lub zaliczenie ustne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270BA" w:rsidR="002663F4" w:rsidP="00B02F14" w:rsidRDefault="002663F4" w14:paraId="5BA75A1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663F4" w:rsidTr="002663F4" w14:paraId="06174EBC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270BA" w:rsidR="002663F4" w:rsidP="00B02F14" w:rsidRDefault="002663F4" w14:paraId="0A5559D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 08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270BA" w:rsidR="002663F4" w:rsidP="00B02F14" w:rsidRDefault="002663F4" w14:paraId="0763F96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7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kontrolna pisemna lub zaliczenie ustne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270BA" w:rsidR="002663F4" w:rsidP="00B02F14" w:rsidRDefault="002663F4" w14:paraId="2163A0A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:rsidR="004270BA" w:rsidP="009C54AE" w:rsidRDefault="004270BA" w14:paraId="473445E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3B69C2C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362E1D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923D7D" w14:paraId="70FAF694" w14:textId="77777777">
        <w:tc>
          <w:tcPr>
            <w:tcW w:w="9670" w:type="dxa"/>
          </w:tcPr>
          <w:p w:rsidRPr="002663F4" w:rsidR="002663F4" w:rsidP="002663F4" w:rsidRDefault="002663F4" w14:paraId="637E540F" w14:textId="77777777">
            <w:pPr>
              <w:shd w:val="clear" w:color="auto" w:fill="FFFFFF"/>
              <w:spacing w:after="0" w:line="240" w:lineRule="auto"/>
              <w:rPr>
                <w:rFonts w:ascii="Corbel" w:hAnsi="Corbel" w:eastAsia="Times New Roman"/>
                <w:iCs/>
                <w:color w:val="000000"/>
                <w:spacing w:val="-17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b/>
                <w:iCs/>
                <w:color w:val="000000"/>
                <w:spacing w:val="-17"/>
                <w:sz w:val="24"/>
                <w:szCs w:val="24"/>
                <w:lang w:eastAsia="pl-PL"/>
              </w:rPr>
              <w:t>Egzamin pisemny</w:t>
            </w:r>
            <w:r w:rsidRPr="00336D96">
              <w:rPr>
                <w:rFonts w:ascii="Corbel" w:hAnsi="Corbel" w:eastAsia="Times New Roman"/>
                <w:iCs/>
                <w:color w:val="000000"/>
                <w:spacing w:val="-17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 w:eastAsia="Times New Roman"/>
                <w:iCs/>
                <w:color w:val="000000"/>
                <w:spacing w:val="-17"/>
                <w:sz w:val="24"/>
                <w:szCs w:val="24"/>
                <w:lang w:eastAsia="pl-PL"/>
              </w:rPr>
              <w:t xml:space="preserve"> (</w:t>
            </w:r>
            <w:r w:rsidRPr="00336D96">
              <w:rPr>
                <w:rFonts w:ascii="Corbel" w:hAnsi="Corbel" w:eastAsia="Times New Roman"/>
                <w:iCs/>
                <w:color w:val="000000"/>
                <w:spacing w:val="-17"/>
                <w:sz w:val="24"/>
                <w:szCs w:val="24"/>
                <w:lang w:eastAsia="pl-PL"/>
              </w:rPr>
              <w:t xml:space="preserve"> zadania do rozwiązania z pytaniami opisowymi otwartymi</w:t>
            </w:r>
            <w:r>
              <w:rPr>
                <w:rFonts w:ascii="Corbel" w:hAnsi="Corbel" w:eastAsia="Times New Roman"/>
                <w:iCs/>
                <w:color w:val="000000"/>
                <w:spacing w:val="-17"/>
                <w:sz w:val="24"/>
                <w:szCs w:val="24"/>
                <w:lang w:eastAsia="pl-PL"/>
              </w:rPr>
              <w:t xml:space="preserve"> lub pytaniami testowymi)</w:t>
            </w:r>
            <w:r>
              <w:rPr>
                <w:rFonts w:ascii="Corbel" w:hAnsi="Corbel" w:eastAsia="Times New Roman"/>
                <w:iCs/>
                <w:color w:val="000000"/>
                <w:spacing w:val="-14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 w:eastAsia="Times New Roman"/>
                <w:b/>
                <w:iCs/>
                <w:color w:val="000000"/>
                <w:spacing w:val="-14"/>
                <w:sz w:val="24"/>
                <w:szCs w:val="24"/>
                <w:lang w:eastAsia="pl-PL"/>
              </w:rPr>
              <w:t>lub wyjątkowo</w:t>
            </w:r>
            <w:r w:rsidRPr="003F115E">
              <w:rPr>
                <w:rFonts w:ascii="Corbel" w:hAnsi="Corbel" w:eastAsia="Times New Roman"/>
                <w:b/>
                <w:iCs/>
                <w:color w:val="000000"/>
                <w:spacing w:val="-14"/>
                <w:sz w:val="24"/>
                <w:szCs w:val="24"/>
                <w:lang w:eastAsia="pl-PL"/>
              </w:rPr>
              <w:t xml:space="preserve"> egzamin </w:t>
            </w:r>
            <w:r w:rsidRPr="007F1472">
              <w:rPr>
                <w:rFonts w:ascii="Corbel" w:hAnsi="Corbel" w:eastAsia="Times New Roman"/>
                <w:b/>
                <w:iCs/>
                <w:color w:val="000000"/>
                <w:spacing w:val="-14"/>
                <w:sz w:val="24"/>
                <w:szCs w:val="24"/>
                <w:lang w:eastAsia="pl-PL"/>
              </w:rPr>
              <w:t>ustny</w:t>
            </w:r>
            <w:r w:rsidRPr="00336D96">
              <w:rPr>
                <w:rFonts w:ascii="Corbel" w:hAnsi="Corbel" w:eastAsia="Times New Roman"/>
                <w:iCs/>
                <w:color w:val="000000"/>
                <w:spacing w:val="-14"/>
                <w:sz w:val="24"/>
                <w:szCs w:val="24"/>
                <w:lang w:eastAsia="pl-PL"/>
              </w:rPr>
              <w:t>.</w:t>
            </w:r>
          </w:p>
          <w:p w:rsidR="002663F4" w:rsidP="002663F4" w:rsidRDefault="002663F4" w14:paraId="006BBFAF" w14:textId="77777777">
            <w:pPr>
              <w:shd w:val="clear" w:color="auto" w:fill="FFFFFF"/>
              <w:spacing w:after="0" w:line="240" w:lineRule="auto"/>
              <w:ind w:left="5"/>
              <w:rPr>
                <w:rFonts w:ascii="Corbel" w:hAnsi="Corbel"/>
                <w:b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/>
                <w:b/>
                <w:sz w:val="24"/>
                <w:szCs w:val="24"/>
                <w:lang w:eastAsia="pl-PL"/>
              </w:rPr>
              <w:t>Warunkiem otrzymania oceny pozytywnej na egzaminie jest uzyskanie co najmniej 50,5% pozytywnych odpowiedzi.</w:t>
            </w:r>
          </w:p>
          <w:p w:rsidRPr="00336D96" w:rsidR="002663F4" w:rsidP="002663F4" w:rsidRDefault="002663F4" w14:paraId="40A55632" w14:textId="77777777">
            <w:pPr>
              <w:shd w:val="clear" w:color="auto" w:fill="FFFFFF"/>
              <w:spacing w:after="0" w:line="240" w:lineRule="auto"/>
              <w:ind w:left="5"/>
              <w:rPr>
                <w:rFonts w:ascii="Corbel" w:hAnsi="Corbel"/>
                <w:b/>
                <w:sz w:val="24"/>
                <w:szCs w:val="24"/>
                <w:lang w:eastAsia="pl-PL"/>
              </w:rPr>
            </w:pPr>
          </w:p>
          <w:p w:rsidRPr="002663F4" w:rsidR="0085747A" w:rsidP="002663F4" w:rsidRDefault="002663F4" w14:paraId="21E889CB" w14:textId="77777777">
            <w:pPr>
              <w:shd w:val="clear" w:color="auto" w:fill="FFFFFF"/>
              <w:spacing w:after="0" w:line="240" w:lineRule="auto"/>
              <w:ind w:left="5"/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/>
                <w:b/>
                <w:sz w:val="24"/>
                <w:szCs w:val="24"/>
                <w:lang w:eastAsia="pl-PL"/>
              </w:rPr>
              <w:lastRenderedPageBreak/>
              <w:t xml:space="preserve">Zaliczenie ćwiczeń audytoryjnych : </w:t>
            </w:r>
            <w:r w:rsidRPr="00336D96"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 xml:space="preserve">Bieżąca ocena poziomu pracy studenta – udział w dyskusji,  </w:t>
            </w:r>
            <w:r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 xml:space="preserve">oraz </w:t>
            </w:r>
            <w:r w:rsidRPr="00336D96"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 xml:space="preserve"> obecność na zajęciach. Praca kontrolna pisemna (zaliczenie minimum 50% plus 1) lub zaliczenie ustne w zależności od oceny bieżącej. </w:t>
            </w:r>
            <w:r w:rsidRPr="00E95005" w:rsidR="004270BA">
              <w:rPr>
                <w:i/>
              </w:rPr>
              <w:t xml:space="preserve"> </w:t>
            </w:r>
          </w:p>
        </w:tc>
      </w:tr>
    </w:tbl>
    <w:p w:rsidRPr="009C54AE" w:rsidR="0085747A" w:rsidP="009C54AE" w:rsidRDefault="0085747A" w14:paraId="66D270B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323A29EB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7C66DA4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45A7478D" w14:paraId="5CDE3EE4" w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10D0178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1A23722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C217FB" w:rsidTr="45A7478D" w14:paraId="7FEC586C" w14:textId="77777777">
        <w:tc>
          <w:tcPr>
            <w:tcW w:w="4962" w:type="dxa"/>
            <w:tcMar/>
          </w:tcPr>
          <w:p w:rsidRPr="009C54AE" w:rsidR="00C217FB" w:rsidP="009C54AE" w:rsidRDefault="00C217FB" w14:paraId="551FA80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336D96" w:rsidR="002663F4" w:rsidP="002663F4" w:rsidRDefault="002663F4" w14:paraId="3A7E6119" w14:textId="77777777">
            <w:pPr>
              <w:spacing w:after="0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Wykład                          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      30</w:t>
            </w:r>
            <w:r w:rsidRPr="00336D96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godz.</w:t>
            </w:r>
          </w:p>
          <w:p w:rsidRPr="002663F4" w:rsidR="00C217FB" w:rsidP="002663F4" w:rsidRDefault="002663F4" w14:paraId="1D5FD147" w14:textId="77777777">
            <w:pPr>
              <w:spacing w:after="0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Ćwiczenia                      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     30</w:t>
            </w:r>
            <w:r w:rsidRPr="00336D96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godz. </w:t>
            </w:r>
          </w:p>
        </w:tc>
      </w:tr>
      <w:tr w:rsidRPr="009C54AE" w:rsidR="00C217FB" w:rsidTr="45A7478D" w14:paraId="66EB23BD" w14:textId="77777777">
        <w:tc>
          <w:tcPr>
            <w:tcW w:w="4962" w:type="dxa"/>
            <w:tcMar/>
          </w:tcPr>
          <w:p w:rsidRPr="009C54AE" w:rsidR="00C217FB" w:rsidP="009C54AE" w:rsidRDefault="00C217FB" w14:paraId="290919F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217FB" w:rsidP="009C54AE" w:rsidRDefault="00C217FB" w14:paraId="5D355CB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336D96" w:rsidR="002663F4" w:rsidP="002663F4" w:rsidRDefault="002663F4" w14:paraId="63329F5C" w14:textId="77777777">
            <w:pPr>
              <w:spacing w:after="0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U</w:t>
            </w:r>
            <w:r w:rsidRPr="00336D96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dział w konsultacjach:    </w:t>
            </w:r>
          </w:p>
          <w:p w:rsidRPr="00336D96" w:rsidR="002663F4" w:rsidP="002663F4" w:rsidRDefault="00541F71" w14:paraId="2818862F" w14:textId="77777777">
            <w:pPr>
              <w:spacing w:after="0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- w związku z wykładem – 3</w:t>
            </w:r>
            <w:r w:rsidRPr="00336D96" w:rsidR="002663F4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godz.</w:t>
            </w:r>
          </w:p>
          <w:p w:rsidRPr="00336D96" w:rsidR="002663F4" w:rsidP="002663F4" w:rsidRDefault="002663F4" w14:paraId="4FE072EB" w14:textId="77777777">
            <w:pPr>
              <w:spacing w:after="0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 w:eastAsia="Times New Roman"/>
                <w:sz w:val="24"/>
                <w:szCs w:val="24"/>
                <w:lang w:eastAsia="pl-PL"/>
              </w:rPr>
              <w:t>- w związku</w:t>
            </w:r>
            <w:r w:rsidR="00541F71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z ćwiczeniami audytoryjnymi – 3</w:t>
            </w:r>
            <w:r w:rsidRPr="00336D96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godz.</w:t>
            </w:r>
          </w:p>
          <w:p w:rsidR="00C217FB" w:rsidP="002663F4" w:rsidRDefault="002663F4" w14:paraId="70A583E6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U</w:t>
            </w:r>
            <w:r w:rsidRPr="00336D96">
              <w:rPr>
                <w:rFonts w:ascii="Corbel" w:hAnsi="Corbel" w:eastAsia="Times New Roman"/>
                <w:sz w:val="24"/>
                <w:szCs w:val="24"/>
                <w:lang w:eastAsia="pl-PL"/>
              </w:rPr>
              <w:t>dział w egzaminie    2 godz.</w:t>
            </w:r>
          </w:p>
          <w:p w:rsidRPr="009C54AE" w:rsidR="002663F4" w:rsidP="002663F4" w:rsidRDefault="002663F4" w14:paraId="18C2094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Udział w zaliczeniu     1 godz.</w:t>
            </w:r>
          </w:p>
        </w:tc>
      </w:tr>
      <w:tr w:rsidRPr="009C54AE" w:rsidR="00C217FB" w:rsidTr="45A7478D" w14:paraId="461D5230" w14:textId="77777777">
        <w:tc>
          <w:tcPr>
            <w:tcW w:w="4962" w:type="dxa"/>
            <w:tcMar/>
          </w:tcPr>
          <w:p w:rsidRPr="009C54AE" w:rsidR="00C217FB" w:rsidP="009C54AE" w:rsidRDefault="00C217FB" w14:paraId="65C6EAE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217FB" w:rsidP="009C54AE" w:rsidRDefault="00C217FB" w14:paraId="1B2F0A5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="00C217FB" w:rsidP="001C270B" w:rsidRDefault="002663F4" w14:paraId="76AD9F8C" w14:textId="20DBE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5A7478D" w:rsidR="002663F4">
              <w:rPr>
                <w:rFonts w:ascii="Corbel" w:hAnsi="Corbel"/>
                <w:sz w:val="24"/>
                <w:szCs w:val="24"/>
              </w:rPr>
              <w:t xml:space="preserve">Przygotowanie do zajęć – </w:t>
            </w:r>
            <w:r w:rsidRPr="45A7478D" w:rsidR="6D3BFEC3">
              <w:rPr>
                <w:rFonts w:ascii="Corbel" w:hAnsi="Corbel"/>
                <w:sz w:val="24"/>
                <w:szCs w:val="24"/>
              </w:rPr>
              <w:t>1</w:t>
            </w:r>
            <w:r w:rsidRPr="45A7478D" w:rsidR="4F3E92EC">
              <w:rPr>
                <w:rFonts w:ascii="Corbel" w:hAnsi="Corbel"/>
                <w:sz w:val="24"/>
                <w:szCs w:val="24"/>
              </w:rPr>
              <w:t>1</w:t>
            </w:r>
            <w:r w:rsidRPr="45A7478D" w:rsidR="00C217FB">
              <w:rPr>
                <w:rFonts w:ascii="Corbel" w:hAnsi="Corbel"/>
                <w:sz w:val="24"/>
                <w:szCs w:val="24"/>
              </w:rPr>
              <w:t xml:space="preserve"> h </w:t>
            </w:r>
          </w:p>
          <w:p w:rsidR="002663F4" w:rsidP="001C270B" w:rsidRDefault="002663F4" w14:paraId="7DCEB12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</w:t>
            </w:r>
            <w:r w:rsidR="00541F71">
              <w:rPr>
                <w:rFonts w:ascii="Corbel" w:hAnsi="Corbel"/>
                <w:sz w:val="24"/>
                <w:szCs w:val="24"/>
              </w:rPr>
              <w:t xml:space="preserve"> – 25</w:t>
            </w:r>
            <w:r>
              <w:rPr>
                <w:rFonts w:ascii="Corbel" w:hAnsi="Corbel"/>
                <w:sz w:val="24"/>
                <w:szCs w:val="24"/>
              </w:rPr>
              <w:t xml:space="preserve"> h</w:t>
            </w:r>
          </w:p>
          <w:p w:rsidRPr="009C54AE" w:rsidR="00C217FB" w:rsidP="001C270B" w:rsidRDefault="00541F71" w14:paraId="7D6FD3C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zaliczenia – 15</w:t>
            </w:r>
            <w:r w:rsidR="00C217FB">
              <w:rPr>
                <w:rFonts w:ascii="Corbel" w:hAnsi="Corbel"/>
                <w:sz w:val="24"/>
                <w:szCs w:val="24"/>
              </w:rPr>
              <w:t xml:space="preserve"> h</w:t>
            </w:r>
          </w:p>
        </w:tc>
      </w:tr>
      <w:tr w:rsidRPr="009C54AE" w:rsidR="00C217FB" w:rsidTr="45A7478D" w14:paraId="3BB44786" w14:textId="77777777">
        <w:tc>
          <w:tcPr>
            <w:tcW w:w="4962" w:type="dxa"/>
            <w:tcMar/>
          </w:tcPr>
          <w:p w:rsidRPr="009C54AE" w:rsidR="00C217FB" w:rsidP="009C54AE" w:rsidRDefault="00C217FB" w14:paraId="6DE6D8D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C217FB" w:rsidP="001C270B" w:rsidRDefault="00C217FB" w14:paraId="4C1AD042" w14:textId="52FE1C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5A7478D" w:rsidR="00C217FB">
              <w:rPr>
                <w:rFonts w:ascii="Corbel" w:hAnsi="Corbel"/>
                <w:sz w:val="24"/>
                <w:szCs w:val="24"/>
              </w:rPr>
              <w:t xml:space="preserve">120 </w:t>
            </w:r>
          </w:p>
        </w:tc>
      </w:tr>
      <w:tr w:rsidRPr="009C54AE" w:rsidR="00C217FB" w:rsidTr="45A7478D" w14:paraId="37B6B7A7" w14:textId="77777777">
        <w:tc>
          <w:tcPr>
            <w:tcW w:w="4962" w:type="dxa"/>
            <w:tcMar/>
          </w:tcPr>
          <w:p w:rsidRPr="009C54AE" w:rsidR="00C217FB" w:rsidP="009C54AE" w:rsidRDefault="00C217FB" w14:paraId="0E28A77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C217FB" w:rsidP="001C270B" w:rsidRDefault="00C217FB" w14:paraId="48AD342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77B04254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3FED875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166E64D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241F10C1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4AF512C8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56D279A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4270BA" w14:paraId="6390F4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</w:t>
            </w:r>
          </w:p>
        </w:tc>
      </w:tr>
      <w:tr w:rsidRPr="009C54AE" w:rsidR="0085747A" w:rsidTr="0071620A" w14:paraId="5D492D42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36DE5CB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4270BA" w14:paraId="0B97E56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</w:t>
            </w:r>
          </w:p>
        </w:tc>
      </w:tr>
    </w:tbl>
    <w:p w:rsidRPr="009C54AE" w:rsidR="003E1941" w:rsidP="009C54AE" w:rsidRDefault="003E1941" w14:paraId="5B5A32B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2E57717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6BA9A34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4270BA" w:rsidTr="45A7478D" w14:paraId="19AB92B0" w14:textId="77777777">
        <w:trPr>
          <w:trHeight w:val="397"/>
        </w:trPr>
        <w:tc>
          <w:tcPr>
            <w:tcW w:w="7513" w:type="dxa"/>
            <w:tcMar/>
          </w:tcPr>
          <w:p w:rsidRPr="004270BA" w:rsidR="004270BA" w:rsidP="45A7478D" w:rsidRDefault="004270BA" w14:paraId="65EA811C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45A7478D" w:rsidR="267B8177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45A7478D" w:rsidP="45A7478D" w:rsidRDefault="45A7478D" w14:paraId="7EC0BEA5" w14:textId="4D514CDE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4270BA" w:rsidR="004270BA" w:rsidP="002B7FDB" w:rsidRDefault="004270BA" w14:paraId="7067FB9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70BA">
              <w:rPr>
                <w:rFonts w:ascii="Corbel" w:hAnsi="Corbel"/>
                <w:sz w:val="24"/>
                <w:szCs w:val="24"/>
              </w:rPr>
              <w:t>- Ustawa z dnia 6 czerwca 1997 r. Kodeks postępowania karnego (</w:t>
            </w:r>
            <w:proofErr w:type="spellStart"/>
            <w:r w:rsidRPr="004270BA">
              <w:rPr>
                <w:rFonts w:ascii="Corbel" w:hAnsi="Corbel"/>
                <w:sz w:val="24"/>
                <w:szCs w:val="24"/>
              </w:rPr>
              <w:t>t.j</w:t>
            </w:r>
            <w:proofErr w:type="spellEnd"/>
            <w:r w:rsidRPr="004270BA">
              <w:rPr>
                <w:rFonts w:ascii="Corbel" w:hAnsi="Corbel"/>
                <w:sz w:val="24"/>
                <w:szCs w:val="24"/>
              </w:rPr>
              <w:t xml:space="preserve">. Dz. U. z 2020 r. poz. 30 z </w:t>
            </w:r>
            <w:proofErr w:type="spellStart"/>
            <w:r w:rsidRPr="004270BA">
              <w:rPr>
                <w:rFonts w:ascii="Corbel" w:hAnsi="Corbel"/>
                <w:sz w:val="24"/>
                <w:szCs w:val="24"/>
              </w:rPr>
              <w:t>późn</w:t>
            </w:r>
            <w:proofErr w:type="spellEnd"/>
            <w:r w:rsidRPr="004270BA">
              <w:rPr>
                <w:rFonts w:ascii="Corbel" w:hAnsi="Corbel"/>
                <w:sz w:val="24"/>
                <w:szCs w:val="24"/>
              </w:rPr>
              <w:t>. zm.).</w:t>
            </w:r>
          </w:p>
          <w:p w:rsidR="004270BA" w:rsidP="002B7FDB" w:rsidRDefault="004270BA" w14:paraId="602BC9B0" w14:textId="77777777">
            <w:pPr>
              <w:spacing w:after="0" w:line="240" w:lineRule="auto"/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</w:pPr>
            <w:r w:rsidRPr="004270BA"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 xml:space="preserve">- S. Waltoś, P. Hofmański, </w:t>
            </w:r>
            <w:r w:rsidRPr="004270BA">
              <w:rPr>
                <w:rFonts w:ascii="Corbel" w:hAnsi="Corbel" w:eastAsia="Times New Roman"/>
                <w:i/>
                <w:color w:val="000000"/>
                <w:sz w:val="24"/>
                <w:szCs w:val="24"/>
                <w:lang w:eastAsia="pl-PL"/>
              </w:rPr>
              <w:t>Proces karny. Zarys systemu</w:t>
            </w:r>
            <w:r w:rsidRPr="004270BA"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>, Warszawa 2020</w:t>
            </w:r>
          </w:p>
          <w:p w:rsidRPr="004270BA" w:rsidR="00986C9D" w:rsidP="002B7FDB" w:rsidRDefault="00986C9D" w14:paraId="0AE54C44" w14:textId="77777777">
            <w:pPr>
              <w:spacing w:after="0" w:line="240" w:lineRule="auto"/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 xml:space="preserve">- P. Wiliński red., </w:t>
            </w:r>
            <w:r w:rsidRPr="008D59BA">
              <w:rPr>
                <w:rFonts w:ascii="Corbel" w:hAnsi="Corbel" w:eastAsia="Times New Roman"/>
                <w:i/>
                <w:color w:val="000000"/>
                <w:sz w:val="24"/>
                <w:szCs w:val="24"/>
                <w:lang w:eastAsia="pl-PL"/>
              </w:rPr>
              <w:t>Polski proces karny</w:t>
            </w:r>
            <w:r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>, Warszawa 2020</w:t>
            </w:r>
          </w:p>
        </w:tc>
      </w:tr>
      <w:tr w:rsidRPr="009C54AE" w:rsidR="004270BA" w:rsidTr="45A7478D" w14:paraId="4F360E95" w14:textId="77777777">
        <w:trPr>
          <w:trHeight w:val="397"/>
        </w:trPr>
        <w:tc>
          <w:tcPr>
            <w:tcW w:w="7513" w:type="dxa"/>
            <w:tcMar/>
          </w:tcPr>
          <w:p w:rsidRPr="004270BA" w:rsidR="004270BA" w:rsidP="45A7478D" w:rsidRDefault="004270BA" w14:paraId="66273670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45A7478D" w:rsidR="267B8177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45A7478D" w:rsidP="45A7478D" w:rsidRDefault="45A7478D" w14:paraId="57C1AE09" w14:textId="627EFB2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4270BA" w:rsidR="004270BA" w:rsidP="002B7FDB" w:rsidRDefault="004270BA" w14:paraId="096051F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270BA">
              <w:rPr>
                <w:rFonts w:ascii="Corbel" w:hAnsi="Corbel"/>
                <w:b w:val="0"/>
                <w:smallCaps w:val="0"/>
                <w:szCs w:val="24"/>
              </w:rPr>
              <w:t xml:space="preserve">- D. Świecki, </w:t>
            </w:r>
            <w:r w:rsidRPr="004270BA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Kodeks postępowania karnego. Komentarz. Tom I </w:t>
            </w:r>
            <w:proofErr w:type="spellStart"/>
            <w:r w:rsidRPr="004270BA">
              <w:rPr>
                <w:rFonts w:ascii="Corbel" w:hAnsi="Corbel"/>
                <w:b w:val="0"/>
                <w:i/>
                <w:smallCaps w:val="0"/>
                <w:szCs w:val="24"/>
              </w:rPr>
              <w:t>i</w:t>
            </w:r>
            <w:proofErr w:type="spellEnd"/>
            <w:r w:rsidRPr="004270BA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II</w:t>
            </w:r>
            <w:r w:rsidRPr="004270BA">
              <w:rPr>
                <w:rFonts w:ascii="Corbel" w:hAnsi="Corbel"/>
                <w:b w:val="0"/>
                <w:smallCaps w:val="0"/>
                <w:szCs w:val="24"/>
              </w:rPr>
              <w:t>, Warszawa 2020</w:t>
            </w:r>
          </w:p>
        </w:tc>
      </w:tr>
    </w:tbl>
    <w:p w:rsidRPr="009C54AE" w:rsidR="0085747A" w:rsidP="009C54AE" w:rsidRDefault="0085747A" w14:paraId="67DA426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3B31F57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06A352E4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A7171" w:rsidP="00C16ABF" w:rsidRDefault="00BA7171" w14:paraId="045156FB" w14:textId="77777777">
      <w:pPr>
        <w:spacing w:after="0" w:line="240" w:lineRule="auto"/>
      </w:pPr>
      <w:r>
        <w:separator/>
      </w:r>
    </w:p>
  </w:endnote>
  <w:endnote w:type="continuationSeparator" w:id="0">
    <w:p w:rsidR="00BA7171" w:rsidP="00C16ABF" w:rsidRDefault="00BA7171" w14:paraId="1037491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A7171" w:rsidP="00C16ABF" w:rsidRDefault="00BA7171" w14:paraId="476AA8C9" w14:textId="77777777">
      <w:pPr>
        <w:spacing w:after="0" w:line="240" w:lineRule="auto"/>
      </w:pPr>
      <w:r>
        <w:separator/>
      </w:r>
    </w:p>
  </w:footnote>
  <w:footnote w:type="continuationSeparator" w:id="0">
    <w:p w:rsidR="00BA7171" w:rsidP="00C16ABF" w:rsidRDefault="00BA7171" w14:paraId="02E14F4A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0A9F1EF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7AD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CAC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5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687C"/>
    <w:rsid w:val="002512FC"/>
    <w:rsid w:val="002663F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91A"/>
    <w:rsid w:val="003343CF"/>
    <w:rsid w:val="003368CB"/>
    <w:rsid w:val="00340D89"/>
    <w:rsid w:val="00346FE9"/>
    <w:rsid w:val="0034706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7C6A"/>
    <w:rsid w:val="003F205D"/>
    <w:rsid w:val="003F38C0"/>
    <w:rsid w:val="00414E3C"/>
    <w:rsid w:val="0042244A"/>
    <w:rsid w:val="004270B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098"/>
    <w:rsid w:val="00513B6F"/>
    <w:rsid w:val="00517C63"/>
    <w:rsid w:val="005363C4"/>
    <w:rsid w:val="00536BDE"/>
    <w:rsid w:val="00541F71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6635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37E3"/>
    <w:rsid w:val="00986C9D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00E"/>
    <w:rsid w:val="00A601C8"/>
    <w:rsid w:val="00A60799"/>
    <w:rsid w:val="00A67D56"/>
    <w:rsid w:val="00A84C85"/>
    <w:rsid w:val="00A97DE1"/>
    <w:rsid w:val="00AB053C"/>
    <w:rsid w:val="00AD1146"/>
    <w:rsid w:val="00AD27D3"/>
    <w:rsid w:val="00AD457A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2109"/>
    <w:rsid w:val="00B43B77"/>
    <w:rsid w:val="00B43E80"/>
    <w:rsid w:val="00B607DB"/>
    <w:rsid w:val="00B639EA"/>
    <w:rsid w:val="00B66529"/>
    <w:rsid w:val="00B75946"/>
    <w:rsid w:val="00B8056E"/>
    <w:rsid w:val="00B819C8"/>
    <w:rsid w:val="00B82308"/>
    <w:rsid w:val="00B85D21"/>
    <w:rsid w:val="00B90885"/>
    <w:rsid w:val="00BA7171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7FB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683"/>
    <w:rsid w:val="00CA2B96"/>
    <w:rsid w:val="00CA5089"/>
    <w:rsid w:val="00CA56E5"/>
    <w:rsid w:val="00CB2AAD"/>
    <w:rsid w:val="00CD6897"/>
    <w:rsid w:val="00CE5BAC"/>
    <w:rsid w:val="00CF25BE"/>
    <w:rsid w:val="00CF78ED"/>
    <w:rsid w:val="00D02B25"/>
    <w:rsid w:val="00D02EBA"/>
    <w:rsid w:val="00D12BB1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43DF"/>
    <w:rsid w:val="00F617C3"/>
    <w:rsid w:val="00F67BDF"/>
    <w:rsid w:val="00F7066B"/>
    <w:rsid w:val="00F83B28"/>
    <w:rsid w:val="00F95BDC"/>
    <w:rsid w:val="00F974DA"/>
    <w:rsid w:val="00FA46E5"/>
    <w:rsid w:val="00FB6493"/>
    <w:rsid w:val="00FB7DBA"/>
    <w:rsid w:val="00FC1C25"/>
    <w:rsid w:val="00FC3F45"/>
    <w:rsid w:val="00FD503F"/>
    <w:rsid w:val="00FD7589"/>
    <w:rsid w:val="00FF016A"/>
    <w:rsid w:val="00FF1401"/>
    <w:rsid w:val="00FF5E7D"/>
    <w:rsid w:val="0D7D6EE8"/>
    <w:rsid w:val="11E54359"/>
    <w:rsid w:val="169CFF11"/>
    <w:rsid w:val="1EC89F77"/>
    <w:rsid w:val="1FC3686D"/>
    <w:rsid w:val="20D320FA"/>
    <w:rsid w:val="21A5CE0A"/>
    <w:rsid w:val="267B8177"/>
    <w:rsid w:val="26FA9E46"/>
    <w:rsid w:val="29D9EC92"/>
    <w:rsid w:val="2D381C95"/>
    <w:rsid w:val="3829DE9B"/>
    <w:rsid w:val="3C8DFE6F"/>
    <w:rsid w:val="40C9A8D8"/>
    <w:rsid w:val="45A7478D"/>
    <w:rsid w:val="47372F11"/>
    <w:rsid w:val="4F3E92EC"/>
    <w:rsid w:val="684B2908"/>
    <w:rsid w:val="6D3BFEC3"/>
    <w:rsid w:val="7149F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AC926"/>
  <w15:docId w15:val="{DE4A2081-75F0-4F3C-9BBE-371E6EB876D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FF96D-1A68-4BC5-BEF5-445F130AAD9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19</revision>
  <lastPrinted>2019-02-06T12:12:00.0000000Z</lastPrinted>
  <dcterms:created xsi:type="dcterms:W3CDTF">2020-10-14T08:30:00.0000000Z</dcterms:created>
  <dcterms:modified xsi:type="dcterms:W3CDTF">2022-01-18T08:09:23.2829734Z</dcterms:modified>
</coreProperties>
</file>